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9BC" w:rsidRPr="00C706BB" w:rsidRDefault="0092521A" w:rsidP="008475B8">
      <w:pPr>
        <w:pStyle w:val="Heading3"/>
      </w:pPr>
      <w:bookmarkStart w:id="0" w:name="DDE_LINK5"/>
      <w:bookmarkEnd w:id="0"/>
      <w:r>
        <w:t xml:space="preserve"> </w:t>
      </w:r>
      <w:r w:rsidRPr="0092521A">
        <w:t>Host: {{//host[@status!='ignore']}}</w:t>
      </w:r>
    </w:p>
    <w:p w:rsidR="00DA29BC" w:rsidRDefault="00DA29BC" w:rsidP="008475B8">
      <w:pPr>
        <w:pStyle w:val="Heading4"/>
      </w:pPr>
      <w:r w:rsidRPr="00622C92">
        <w:t xml:space="preserve">Open </w:t>
      </w:r>
      <w:smartTag w:uri="urn:schemas-microsoft-com:office:smarttags" w:element="PlaceType">
        <w:r>
          <w:t>Ports</w:t>
        </w:r>
      </w:smartTag>
      <w:r>
        <w:t xml:space="preserve"> and Services: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6"/>
        <w:gridCol w:w="1455"/>
        <w:gridCol w:w="1656"/>
        <w:gridCol w:w="2453"/>
      </w:tblGrid>
      <w:tr w:rsidR="00DA29BC" w:rsidTr="00AC5C74">
        <w:tc>
          <w:tcPr>
            <w:tcW w:w="3616" w:type="dxa"/>
            <w:tcBorders>
              <w:top w:val="single" w:sz="4" w:space="0" w:color="auto"/>
            </w:tcBorders>
          </w:tcPr>
          <w:p w:rsidR="00DA29BC" w:rsidRPr="00972071" w:rsidRDefault="00DA29BC" w:rsidP="00972071">
            <w:pPr>
              <w:jc w:val="center"/>
              <w:rPr>
                <w:b/>
              </w:rPr>
            </w:pPr>
            <w:r w:rsidRPr="00972071">
              <w:rPr>
                <w:b/>
              </w:rPr>
              <w:t>Port</w:t>
            </w:r>
          </w:p>
        </w:tc>
        <w:tc>
          <w:tcPr>
            <w:tcW w:w="1455" w:type="dxa"/>
            <w:tcBorders>
              <w:top w:val="single" w:sz="4" w:space="0" w:color="auto"/>
            </w:tcBorders>
          </w:tcPr>
          <w:p w:rsidR="00DA29BC" w:rsidRPr="00972071" w:rsidRDefault="00DA29BC" w:rsidP="00972071">
            <w:pPr>
              <w:jc w:val="center"/>
              <w:rPr>
                <w:b/>
              </w:rPr>
            </w:pPr>
            <w:r w:rsidRPr="00972071">
              <w:rPr>
                <w:b/>
              </w:rPr>
              <w:t>State</w:t>
            </w:r>
          </w:p>
        </w:tc>
        <w:tc>
          <w:tcPr>
            <w:tcW w:w="1656" w:type="dxa"/>
            <w:tcBorders>
              <w:top w:val="single" w:sz="4" w:space="0" w:color="auto"/>
            </w:tcBorders>
          </w:tcPr>
          <w:p w:rsidR="00DA29BC" w:rsidRPr="00972071" w:rsidRDefault="00DA29BC" w:rsidP="00972071">
            <w:pPr>
              <w:jc w:val="center"/>
              <w:rPr>
                <w:b/>
              </w:rPr>
            </w:pPr>
            <w:r w:rsidRPr="00972071">
              <w:rPr>
                <w:b/>
              </w:rPr>
              <w:t>Service</w:t>
            </w:r>
          </w:p>
        </w:tc>
        <w:tc>
          <w:tcPr>
            <w:tcW w:w="2453" w:type="dxa"/>
            <w:tcBorders>
              <w:top w:val="single" w:sz="4" w:space="0" w:color="auto"/>
            </w:tcBorders>
          </w:tcPr>
          <w:p w:rsidR="00DA29BC" w:rsidRPr="00972071" w:rsidRDefault="00DA29BC" w:rsidP="00972071">
            <w:pPr>
              <w:jc w:val="center"/>
              <w:rPr>
                <w:b/>
              </w:rPr>
            </w:pPr>
            <w:r w:rsidRPr="00972071">
              <w:rPr>
                <w:b/>
              </w:rPr>
              <w:t>Software</w:t>
            </w:r>
          </w:p>
        </w:tc>
      </w:tr>
      <w:tr w:rsidR="00DA29BC" w:rsidTr="00AC5C74">
        <w:tc>
          <w:tcPr>
            <w:tcW w:w="3616" w:type="dxa"/>
            <w:tcBorders>
              <w:bottom w:val="single" w:sz="4" w:space="0" w:color="auto"/>
            </w:tcBorders>
          </w:tcPr>
          <w:p w:rsidR="00DA29BC" w:rsidRPr="00972071" w:rsidRDefault="00ED6AE1" w:rsidP="00972071">
            <w:pPr>
              <w:pStyle w:val="NormalWeb"/>
            </w:pPr>
            <w:r w:rsidRPr="00ED6AE1">
              <w:t>{{ipproto/port[@status!='ignore']}} {{parent::ipproto|leaf}}</w:t>
            </w:r>
            <w:bookmarkStart w:id="1" w:name="_GoBack"/>
            <w:bookmarkEnd w:id="1"/>
          </w:p>
        </w:tc>
        <w:tc>
          <w:tcPr>
            <w:tcW w:w="1455" w:type="dxa"/>
            <w:tcBorders>
              <w:bottom w:val="single" w:sz="4" w:space="0" w:color="auto"/>
            </w:tcBorders>
          </w:tcPr>
          <w:p w:rsidR="00DA29BC" w:rsidRPr="00972071" w:rsidRDefault="00DA29BC" w:rsidP="00972071">
            <w:pPr>
              <w:spacing w:before="100" w:beforeAutospacing="1" w:after="115"/>
              <w:rPr>
                <w:rFonts w:ascii="Times New Roman" w:hAnsi="Times New Roman"/>
              </w:rPr>
            </w:pPr>
            <w:r>
              <w:t>{{state|leaf}}</w:t>
            </w: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DA29BC" w:rsidRDefault="00DA29BC" w:rsidP="00972071">
            <w:pPr>
              <w:spacing w:before="100" w:beforeAutospacing="1"/>
            </w:pPr>
            <w:r>
              <w:t>{{service|leaf}}</w:t>
            </w:r>
          </w:p>
          <w:p w:rsidR="00DA29BC" w:rsidRDefault="00DA29BC" w:rsidP="00622C92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53" w:type="dxa"/>
            <w:tcBorders>
              <w:bottom w:val="single" w:sz="4" w:space="0" w:color="auto"/>
            </w:tcBorders>
          </w:tcPr>
          <w:p w:rsidR="00DA29BC" w:rsidRPr="00972071" w:rsidRDefault="00DA29BC" w:rsidP="00972071">
            <w:pPr>
              <w:spacing w:before="100" w:beforeAutospacing="1" w:after="115"/>
              <w:rPr>
                <w:rFonts w:ascii="Times New Roman" w:hAnsi="Times New Roman"/>
              </w:rPr>
            </w:pPr>
            <w:r>
              <w:t>{{service/software|leaf}}</w:t>
            </w:r>
          </w:p>
        </w:tc>
      </w:tr>
    </w:tbl>
    <w:p w:rsidR="00DA29BC" w:rsidRDefault="00DA29BC" w:rsidP="00E1717F">
      <w:bookmarkStart w:id="2" w:name="DDE_LINK2"/>
      <w:bookmarkEnd w:id="2"/>
      <w:r w:rsidRPr="00E1717F">
        <w:t>No open ports were found on this host. {{.[count(ipproto/port)=0]|hidden}}</w:t>
      </w:r>
    </w:p>
    <w:p w:rsidR="00DA29BC" w:rsidRDefault="00DA29BC" w:rsidP="00622C92">
      <w:pPr>
        <w:pStyle w:val="NormalWeb"/>
        <w:spacing w:before="360" w:beforeAutospacing="0" w:after="0"/>
      </w:pPr>
      <w:r>
        <w:rPr>
          <w:b/>
          <w:bCs/>
        </w:rPr>
        <w:t>Summary of Findings: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2250"/>
        <w:gridCol w:w="2160"/>
        <w:gridCol w:w="1260"/>
        <w:gridCol w:w="1080"/>
      </w:tblGrid>
      <w:tr w:rsidR="00DA29BC" w:rsidTr="003917CC">
        <w:tc>
          <w:tcPr>
            <w:tcW w:w="2430" w:type="dxa"/>
          </w:tcPr>
          <w:p w:rsidR="00DA29BC" w:rsidRPr="00973BD0" w:rsidRDefault="00DA29BC" w:rsidP="00973BD0">
            <w:pPr>
              <w:jc w:val="center"/>
              <w:rPr>
                <w:b/>
              </w:rPr>
            </w:pPr>
            <w:r w:rsidRPr="00973BD0">
              <w:rPr>
                <w:b/>
              </w:rPr>
              <w:t>Finding</w:t>
            </w:r>
          </w:p>
        </w:tc>
        <w:tc>
          <w:tcPr>
            <w:tcW w:w="2250" w:type="dxa"/>
          </w:tcPr>
          <w:p w:rsidR="00DA29BC" w:rsidRPr="00973BD0" w:rsidRDefault="00DA29BC" w:rsidP="00973BD0">
            <w:pPr>
              <w:jc w:val="center"/>
              <w:rPr>
                <w:b/>
              </w:rPr>
            </w:pPr>
            <w:r w:rsidRPr="00973BD0">
              <w:rPr>
                <w:b/>
              </w:rPr>
              <w:t>CVE IDs</w:t>
            </w:r>
          </w:p>
        </w:tc>
        <w:tc>
          <w:tcPr>
            <w:tcW w:w="2160" w:type="dxa"/>
          </w:tcPr>
          <w:p w:rsidR="00DA29BC" w:rsidRPr="00973BD0" w:rsidRDefault="008D305C" w:rsidP="00973BD0">
            <w:pPr>
              <w:jc w:val="center"/>
              <w:rPr>
                <w:b/>
              </w:rPr>
            </w:pPr>
            <w:r>
              <w:rPr>
                <w:b/>
              </w:rPr>
              <w:t>Affected</w:t>
            </w:r>
          </w:p>
        </w:tc>
        <w:tc>
          <w:tcPr>
            <w:tcW w:w="1260" w:type="dxa"/>
          </w:tcPr>
          <w:p w:rsidR="00DA29BC" w:rsidRPr="00973BD0" w:rsidRDefault="00DA29BC" w:rsidP="00973BD0">
            <w:pPr>
              <w:jc w:val="center"/>
              <w:rPr>
                <w:b/>
              </w:rPr>
            </w:pPr>
            <w:r w:rsidRPr="00973BD0">
              <w:rPr>
                <w:b/>
              </w:rPr>
              <w:t>Severity</w:t>
            </w:r>
          </w:p>
        </w:tc>
        <w:tc>
          <w:tcPr>
            <w:tcW w:w="1080" w:type="dxa"/>
          </w:tcPr>
          <w:p w:rsidR="00DA29BC" w:rsidRPr="00973BD0" w:rsidRDefault="00DA29BC" w:rsidP="00973BD0">
            <w:pPr>
              <w:jc w:val="center"/>
              <w:rPr>
                <w:b/>
              </w:rPr>
            </w:pPr>
            <w:r w:rsidRPr="00973BD0">
              <w:rPr>
                <w:b/>
              </w:rPr>
              <w:t>Source</w:t>
            </w:r>
          </w:p>
        </w:tc>
      </w:tr>
      <w:tr w:rsidR="00DA29BC" w:rsidTr="003917CC">
        <w:tc>
          <w:tcPr>
            <w:tcW w:w="2430" w:type="dxa"/>
          </w:tcPr>
          <w:p w:rsidR="00DA29BC" w:rsidRPr="00DE3979" w:rsidRDefault="008D305C" w:rsidP="00973BD0">
            <w:pPr>
              <w:spacing w:before="100" w:beforeAutospacing="1" w:after="115"/>
              <w:rPr>
                <w:rFonts w:ascii="Times New Roman" w:hAnsi="Times New Roman"/>
              </w:rPr>
            </w:pPr>
            <w:r w:rsidRPr="008D305C">
              <w:t>{{mt:sort(descendant::finding[@status!='ignore'], 'source-severity/numeric','desc')|hidden}}{{@title|leaf}}</w:t>
            </w:r>
          </w:p>
        </w:tc>
        <w:tc>
          <w:tcPr>
            <w:tcW w:w="2250" w:type="dxa"/>
          </w:tcPr>
          <w:p w:rsidR="00DA29BC" w:rsidRPr="00973BD0" w:rsidRDefault="00DA29BC" w:rsidP="00973BD0">
            <w:pPr>
              <w:spacing w:before="100" w:beforeAutospacing="1" w:after="115"/>
              <w:rPr>
                <w:rFonts w:ascii="Times New Roman" w:hAnsi="Times New Roman"/>
              </w:rPr>
            </w:pPr>
            <w:r>
              <w:t>{{mt:join(cve,', ')|leaf}}</w:t>
            </w:r>
          </w:p>
        </w:tc>
        <w:tc>
          <w:tcPr>
            <w:tcW w:w="2160" w:type="dxa"/>
          </w:tcPr>
          <w:p w:rsidR="008D305C" w:rsidRDefault="008D305C" w:rsidP="008D305C">
            <w:pPr>
              <w:pStyle w:val="TableContents"/>
            </w:pPr>
            <w:r>
              <w:rPr>
                <w:rFonts w:ascii="Georgia"/>
              </w:rPr>
              <w:t xml:space="preserve">{{affects|leaf}} </w:t>
            </w:r>
          </w:p>
          <w:p w:rsidR="00DA29BC" w:rsidRPr="00973BD0" w:rsidRDefault="00DA29BC" w:rsidP="00973BD0">
            <w:pPr>
              <w:spacing w:before="100" w:beforeAutospacing="1" w:after="115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DA29BC" w:rsidRPr="00973BD0" w:rsidRDefault="00DA29BC" w:rsidP="00973BD0">
            <w:pPr>
              <w:spacing w:before="100" w:beforeAutospacing="1" w:after="115"/>
              <w:rPr>
                <w:rFonts w:ascii="Times New Roman" w:hAnsi="Times New Roman"/>
              </w:rPr>
            </w:pPr>
            <w:r>
              <w:t>{{source-severity|leaf}}</w:t>
            </w:r>
          </w:p>
        </w:tc>
        <w:tc>
          <w:tcPr>
            <w:tcW w:w="1080" w:type="dxa"/>
          </w:tcPr>
          <w:p w:rsidR="00DA29BC" w:rsidRPr="00973BD0" w:rsidRDefault="00DA29BC" w:rsidP="00973BD0">
            <w:pPr>
              <w:spacing w:before="100" w:beforeAutospacing="1" w:after="115"/>
              <w:rPr>
                <w:rFonts w:ascii="Times New Roman" w:hAnsi="Times New Roman"/>
              </w:rPr>
            </w:pPr>
            <w:r>
              <w:t>{{source|leaf}}</w:t>
            </w:r>
          </w:p>
        </w:tc>
      </w:tr>
    </w:tbl>
    <w:p w:rsidR="00DA29BC" w:rsidRPr="00DE3979" w:rsidRDefault="00DA29BC" w:rsidP="00E1717F">
      <w:r w:rsidRPr="00DE3979">
        <w:t>No findings for this host. {{.[count(descendant::finding)=0]|hidden}}</w:t>
      </w:r>
    </w:p>
    <w:p w:rsidR="008D305C" w:rsidRPr="008D305C" w:rsidRDefault="0092521A" w:rsidP="008D305C">
      <w:pPr>
        <w:pStyle w:val="Heading3"/>
      </w:pPr>
      <w:r w:rsidRPr="0092521A">
        <w:t>Application {{//webapp[@status!='ignore']}}</w:t>
      </w:r>
    </w:p>
    <w:p w:rsidR="00E516BA" w:rsidRDefault="00E516BA" w:rsidP="00E516BA">
      <w:pPr>
        <w:pStyle w:val="NormalWeb"/>
        <w:spacing w:before="360" w:beforeAutospacing="0" w:after="0"/>
      </w:pPr>
      <w:r>
        <w:rPr>
          <w:b/>
          <w:bCs/>
        </w:rPr>
        <w:t>Summary of Findings: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0"/>
        <w:gridCol w:w="2250"/>
        <w:gridCol w:w="2160"/>
        <w:gridCol w:w="1260"/>
        <w:gridCol w:w="1080"/>
      </w:tblGrid>
      <w:tr w:rsidR="00E516BA" w:rsidTr="003917CC">
        <w:tc>
          <w:tcPr>
            <w:tcW w:w="2430" w:type="dxa"/>
          </w:tcPr>
          <w:p w:rsidR="00E516BA" w:rsidRPr="00973BD0" w:rsidRDefault="00E516BA" w:rsidP="00730001">
            <w:pPr>
              <w:jc w:val="center"/>
              <w:rPr>
                <w:b/>
              </w:rPr>
            </w:pPr>
            <w:r w:rsidRPr="00973BD0">
              <w:rPr>
                <w:b/>
              </w:rPr>
              <w:t>Finding</w:t>
            </w:r>
          </w:p>
        </w:tc>
        <w:tc>
          <w:tcPr>
            <w:tcW w:w="2250" w:type="dxa"/>
          </w:tcPr>
          <w:p w:rsidR="00E516BA" w:rsidRPr="00973BD0" w:rsidRDefault="00E516BA" w:rsidP="00730001">
            <w:pPr>
              <w:jc w:val="center"/>
              <w:rPr>
                <w:b/>
              </w:rPr>
            </w:pPr>
            <w:r w:rsidRPr="00973BD0">
              <w:rPr>
                <w:b/>
              </w:rPr>
              <w:t>CVE IDs</w:t>
            </w:r>
          </w:p>
        </w:tc>
        <w:tc>
          <w:tcPr>
            <w:tcW w:w="2160" w:type="dxa"/>
          </w:tcPr>
          <w:p w:rsidR="00E516BA" w:rsidRPr="00973BD0" w:rsidRDefault="00E516BA" w:rsidP="00730001">
            <w:pPr>
              <w:jc w:val="center"/>
              <w:rPr>
                <w:b/>
              </w:rPr>
            </w:pPr>
            <w:r>
              <w:rPr>
                <w:b/>
              </w:rPr>
              <w:t>Affected</w:t>
            </w:r>
          </w:p>
        </w:tc>
        <w:tc>
          <w:tcPr>
            <w:tcW w:w="1260" w:type="dxa"/>
          </w:tcPr>
          <w:p w:rsidR="00E516BA" w:rsidRPr="00973BD0" w:rsidRDefault="00E516BA" w:rsidP="00730001">
            <w:pPr>
              <w:jc w:val="center"/>
              <w:rPr>
                <w:b/>
              </w:rPr>
            </w:pPr>
            <w:r w:rsidRPr="00973BD0">
              <w:rPr>
                <w:b/>
              </w:rPr>
              <w:t>Severity</w:t>
            </w:r>
          </w:p>
        </w:tc>
        <w:tc>
          <w:tcPr>
            <w:tcW w:w="1080" w:type="dxa"/>
          </w:tcPr>
          <w:p w:rsidR="00E516BA" w:rsidRPr="00973BD0" w:rsidRDefault="00E516BA" w:rsidP="00730001">
            <w:pPr>
              <w:jc w:val="center"/>
              <w:rPr>
                <w:b/>
              </w:rPr>
            </w:pPr>
            <w:r w:rsidRPr="00973BD0">
              <w:rPr>
                <w:b/>
              </w:rPr>
              <w:t>Source</w:t>
            </w:r>
          </w:p>
        </w:tc>
      </w:tr>
      <w:tr w:rsidR="00E516BA" w:rsidTr="003917CC">
        <w:tc>
          <w:tcPr>
            <w:tcW w:w="2430" w:type="dxa"/>
          </w:tcPr>
          <w:p w:rsidR="00E516BA" w:rsidRPr="00DE3979" w:rsidRDefault="00E516BA" w:rsidP="00730001">
            <w:pPr>
              <w:spacing w:before="100" w:beforeAutospacing="1" w:after="115"/>
              <w:rPr>
                <w:rFonts w:ascii="Times New Roman" w:hAnsi="Times New Roman"/>
              </w:rPr>
            </w:pPr>
            <w:r w:rsidRPr="008D305C">
              <w:t>{{mt:sort(descendant::finding[@status!='ignore'], 'source-severity/numeric','desc')|hidden}}{{@title|leaf}}</w:t>
            </w:r>
          </w:p>
        </w:tc>
        <w:tc>
          <w:tcPr>
            <w:tcW w:w="2250" w:type="dxa"/>
          </w:tcPr>
          <w:p w:rsidR="00E516BA" w:rsidRPr="00973BD0" w:rsidRDefault="00E516BA" w:rsidP="00730001">
            <w:pPr>
              <w:spacing w:before="100" w:beforeAutospacing="1" w:after="115"/>
              <w:rPr>
                <w:rFonts w:ascii="Times New Roman" w:hAnsi="Times New Roman"/>
              </w:rPr>
            </w:pPr>
            <w:r>
              <w:t>{{mt:join(cve,', ')|leaf}}</w:t>
            </w:r>
          </w:p>
        </w:tc>
        <w:tc>
          <w:tcPr>
            <w:tcW w:w="2160" w:type="dxa"/>
          </w:tcPr>
          <w:p w:rsidR="00E516BA" w:rsidRDefault="00E516BA" w:rsidP="00730001">
            <w:pPr>
              <w:pStyle w:val="TableContents"/>
            </w:pPr>
            <w:r>
              <w:rPr>
                <w:rFonts w:ascii="Georgia"/>
              </w:rPr>
              <w:t xml:space="preserve">{{affects|leaf}} </w:t>
            </w:r>
          </w:p>
          <w:p w:rsidR="00E516BA" w:rsidRPr="00973BD0" w:rsidRDefault="00E516BA" w:rsidP="00730001">
            <w:pPr>
              <w:spacing w:before="100" w:beforeAutospacing="1" w:after="115"/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:rsidR="00E516BA" w:rsidRPr="00973BD0" w:rsidRDefault="00E516BA" w:rsidP="00730001">
            <w:pPr>
              <w:spacing w:before="100" w:beforeAutospacing="1" w:after="115"/>
              <w:rPr>
                <w:rFonts w:ascii="Times New Roman" w:hAnsi="Times New Roman"/>
              </w:rPr>
            </w:pPr>
            <w:r>
              <w:t>{{source-severity|leaf}}</w:t>
            </w:r>
          </w:p>
        </w:tc>
        <w:tc>
          <w:tcPr>
            <w:tcW w:w="1080" w:type="dxa"/>
          </w:tcPr>
          <w:p w:rsidR="00E516BA" w:rsidRPr="00973BD0" w:rsidRDefault="00E516BA" w:rsidP="00730001">
            <w:pPr>
              <w:spacing w:before="100" w:beforeAutospacing="1" w:after="115"/>
              <w:rPr>
                <w:rFonts w:ascii="Times New Roman" w:hAnsi="Times New Roman"/>
              </w:rPr>
            </w:pPr>
            <w:r>
              <w:t>{{source|leaf}}</w:t>
            </w:r>
          </w:p>
        </w:tc>
      </w:tr>
    </w:tbl>
    <w:p w:rsidR="00E516BA" w:rsidRPr="00DE3979" w:rsidRDefault="00E516BA" w:rsidP="00E516BA">
      <w:r w:rsidRPr="00DE3979">
        <w:t xml:space="preserve">No findings for this </w:t>
      </w:r>
      <w:r>
        <w:t>application</w:t>
      </w:r>
      <w:r w:rsidRPr="00DE3979">
        <w:t>. {{.[count(descendant::finding)=0]|hidden}}</w:t>
      </w:r>
    </w:p>
    <w:p w:rsidR="00DA29BC" w:rsidRDefault="003467F7" w:rsidP="00622C92">
      <w:pPr>
        <w:pStyle w:val="Heading1"/>
      </w:pPr>
      <w:r>
        <w:rPr>
          <w:noProof/>
        </w:rPr>
        <w:pict>
          <v:line id="_x0000_s1026" style="position:absolute;z-index:1" from="0,702pt" to="459pt,702pt"/>
        </w:pict>
      </w:r>
    </w:p>
    <w:sectPr w:rsidR="00DA29BC" w:rsidSect="001479A7">
      <w:headerReference w:type="default" r:id="rId8"/>
      <w:footerReference w:type="even" r:id="rId9"/>
      <w:footerReference w:type="default" r:id="rId10"/>
      <w:pgSz w:w="11909" w:h="16834" w:code="9"/>
      <w:pgMar w:top="1987" w:right="1289" w:bottom="1440" w:left="1440" w:header="144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7F7" w:rsidRDefault="003467F7">
      <w:r>
        <w:separator/>
      </w:r>
    </w:p>
  </w:endnote>
  <w:endnote w:type="continuationSeparator" w:id="0">
    <w:p w:rsidR="003467F7" w:rsidRDefault="0034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9BC" w:rsidRDefault="00993DC9" w:rsidP="007910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A29B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A29BC" w:rsidRDefault="00DA29B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9BC" w:rsidRDefault="00993DC9" w:rsidP="007910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A29B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E1">
      <w:rPr>
        <w:rStyle w:val="PageNumber"/>
        <w:noProof/>
      </w:rPr>
      <w:t>1</w:t>
    </w:r>
    <w:r>
      <w:rPr>
        <w:rStyle w:val="PageNumber"/>
      </w:rPr>
      <w:fldChar w:fldCharType="end"/>
    </w:r>
  </w:p>
  <w:p w:rsidR="00DA29BC" w:rsidRPr="00891C12" w:rsidRDefault="00DA29BC" w:rsidP="00891C1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7F7" w:rsidRDefault="003467F7">
      <w:r>
        <w:separator/>
      </w:r>
    </w:p>
  </w:footnote>
  <w:footnote w:type="continuationSeparator" w:id="0">
    <w:p w:rsidR="003467F7" w:rsidRDefault="00346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9BC" w:rsidRPr="00245544" w:rsidRDefault="00DA29BC" w:rsidP="001479A7">
    <w:pPr>
      <w:pStyle w:val="Header"/>
      <w:tabs>
        <w:tab w:val="left" w:pos="6120"/>
      </w:tabs>
    </w:pPr>
    <w:r w:rsidRPr="00891C12">
      <w:t>Project Name</w:t>
    </w:r>
    <w:r>
      <w:tab/>
    </w:r>
    <w:r>
      <w:tab/>
    </w:r>
    <w:r w:rsidRPr="00891C12">
      <w:t>Security Assessment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D7C8B0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AC2208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CCE2A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3194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437412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F30BE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E45B9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96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7F880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D7208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decimal"/>
      <w:lvlText w:val="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544"/>
    <w:rsid w:val="00020739"/>
    <w:rsid w:val="000F3101"/>
    <w:rsid w:val="00123891"/>
    <w:rsid w:val="001479A7"/>
    <w:rsid w:val="00245544"/>
    <w:rsid w:val="003467F7"/>
    <w:rsid w:val="003917CC"/>
    <w:rsid w:val="0039513B"/>
    <w:rsid w:val="003E796F"/>
    <w:rsid w:val="003F4448"/>
    <w:rsid w:val="004D758D"/>
    <w:rsid w:val="004E00D6"/>
    <w:rsid w:val="004F4B83"/>
    <w:rsid w:val="005F5D79"/>
    <w:rsid w:val="00622C92"/>
    <w:rsid w:val="00693AB9"/>
    <w:rsid w:val="006B12DB"/>
    <w:rsid w:val="00715940"/>
    <w:rsid w:val="00791052"/>
    <w:rsid w:val="007F0120"/>
    <w:rsid w:val="008475B8"/>
    <w:rsid w:val="00875594"/>
    <w:rsid w:val="00891C12"/>
    <w:rsid w:val="008D305C"/>
    <w:rsid w:val="0092521A"/>
    <w:rsid w:val="00967BEC"/>
    <w:rsid w:val="00972071"/>
    <w:rsid w:val="00973BD0"/>
    <w:rsid w:val="00993DC9"/>
    <w:rsid w:val="009A7DB4"/>
    <w:rsid w:val="009F2796"/>
    <w:rsid w:val="00AC5C74"/>
    <w:rsid w:val="00B73047"/>
    <w:rsid w:val="00B84081"/>
    <w:rsid w:val="00BD08B3"/>
    <w:rsid w:val="00BE2C7E"/>
    <w:rsid w:val="00C706BB"/>
    <w:rsid w:val="00CB3C8C"/>
    <w:rsid w:val="00CE7CC0"/>
    <w:rsid w:val="00DA29BC"/>
    <w:rsid w:val="00DD3DF4"/>
    <w:rsid w:val="00DE3979"/>
    <w:rsid w:val="00E1717F"/>
    <w:rsid w:val="00E516BA"/>
    <w:rsid w:val="00ED477D"/>
    <w:rsid w:val="00ED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92"/>
    <w:rPr>
      <w:rFonts w:ascii="Georgia" w:hAnsi="Georg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2C9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2C9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75B8"/>
    <w:pPr>
      <w:keepNext/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75B8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8475B8"/>
    <w:pPr>
      <w:spacing w:before="240" w:after="60"/>
      <w:outlineLvl w:val="4"/>
    </w:pPr>
    <w:rPr>
      <w:b/>
      <w:bCs/>
      <w:i/>
      <w:iCs/>
      <w:szCs w:val="26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2C9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67BE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967BE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8475B8"/>
    <w:rPr>
      <w:rFonts w:ascii="Georgia" w:hAnsi="Georgia" w:cs="Arial"/>
      <w:b/>
      <w:bCs/>
      <w:sz w:val="26"/>
      <w:szCs w:val="26"/>
      <w:lang w:val="en-US" w:eastAsia="en-US" w:bidi="ar-SA"/>
    </w:rPr>
  </w:style>
  <w:style w:type="character" w:customStyle="1" w:styleId="Heading4Char">
    <w:name w:val="Heading 4 Char"/>
    <w:link w:val="Heading4"/>
    <w:uiPriority w:val="99"/>
    <w:semiHidden/>
    <w:locked/>
    <w:rsid w:val="008475B8"/>
    <w:rPr>
      <w:rFonts w:ascii="Georgia" w:hAnsi="Georgia" w:cs="Times New Roman"/>
      <w:b/>
      <w:bCs/>
      <w:sz w:val="28"/>
      <w:szCs w:val="28"/>
      <w:lang w:val="en-US" w:eastAsia="en-US" w:bidi="ar-SA"/>
    </w:rPr>
  </w:style>
  <w:style w:type="character" w:customStyle="1" w:styleId="Heading5Char">
    <w:name w:val="Heading 5 Char"/>
    <w:link w:val="Heading5"/>
    <w:uiPriority w:val="99"/>
    <w:semiHidden/>
    <w:locked/>
    <w:rsid w:val="00993DC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8Char">
    <w:name w:val="Heading 8 Char"/>
    <w:link w:val="Heading8"/>
    <w:uiPriority w:val="99"/>
    <w:semiHidden/>
    <w:locked/>
    <w:rsid w:val="00967BEC"/>
    <w:rPr>
      <w:rFonts w:ascii="Calibri" w:hAnsi="Calibri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967BEC"/>
    <w:rPr>
      <w:rFonts w:ascii="Georgia" w:hAnsi="Georg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967BEC"/>
    <w:rPr>
      <w:rFonts w:ascii="Georgia" w:hAnsi="Georgia" w:cs="Times New Roman"/>
      <w:sz w:val="24"/>
      <w:szCs w:val="24"/>
    </w:rPr>
  </w:style>
  <w:style w:type="character" w:styleId="PageNumber">
    <w:name w:val="page number"/>
    <w:uiPriority w:val="99"/>
    <w:rsid w:val="00245544"/>
    <w:rPr>
      <w:rFonts w:cs="Times New Roman"/>
    </w:rPr>
  </w:style>
  <w:style w:type="paragraph" w:styleId="NormalWeb">
    <w:name w:val="Normal (Web)"/>
    <w:basedOn w:val="Normal"/>
    <w:uiPriority w:val="99"/>
    <w:rsid w:val="00972071"/>
    <w:pPr>
      <w:spacing w:before="100" w:beforeAutospacing="1" w:after="115"/>
    </w:pPr>
  </w:style>
  <w:style w:type="table" w:styleId="TableGrid">
    <w:name w:val="Table Grid"/>
    <w:basedOn w:val="TableNormal"/>
    <w:uiPriority w:val="99"/>
    <w:rsid w:val="00622C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uiPriority w:val="99"/>
    <w:rsid w:val="00972071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8D305C"/>
    <w:rPr>
      <w:rFonts w:ascii="Arial" w:hAnsi="Arial" w:cs="Arial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8D305C"/>
    <w:rPr>
      <w:rFonts w:ascii="Arial" w:hAnsi="Arial" w:cs="Arial"/>
      <w:sz w:val="16"/>
      <w:szCs w:val="16"/>
    </w:rPr>
  </w:style>
  <w:style w:type="paragraph" w:customStyle="1" w:styleId="TableContents">
    <w:name w:val="Table Contents"/>
    <w:basedOn w:val="Normal"/>
    <w:uiPriority w:val="99"/>
    <w:rsid w:val="008D305C"/>
    <w:pPr>
      <w:suppressLineNumbers/>
      <w:autoSpaceDE w:val="0"/>
      <w:autoSpaceDN w:val="0"/>
      <w:adjustRightInd w:val="0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553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148</Words>
  <Characters>850</Characters>
  <Application>Microsoft Office Word</Application>
  <DocSecurity>0</DocSecurity>
  <Lines>7</Lines>
  <Paragraphs>1</Paragraphs>
  <ScaleCrop>false</ScaleCrop>
  <Company>Scanit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Host: {{//host[@status</dc:title>
  <dc:subject/>
  <dc:creator>Scanit</dc:creator>
  <cp:keywords/>
  <dc:description/>
  <cp:lastModifiedBy>Windows User</cp:lastModifiedBy>
  <cp:revision>18</cp:revision>
  <cp:lastPrinted>2010-06-24T08:53:00Z</cp:lastPrinted>
  <dcterms:created xsi:type="dcterms:W3CDTF">2010-06-24T09:15:00Z</dcterms:created>
  <dcterms:modified xsi:type="dcterms:W3CDTF">2012-02-12T16:42:00Z</dcterms:modified>
</cp:coreProperties>
</file>