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04" w:rsidRDefault="00955704" w:rsidP="00020970">
      <w:pPr>
        <w:pStyle w:val="Heading1"/>
      </w:pPr>
      <w:r>
        <w:t xml:space="preserve">Findings and </w:t>
      </w:r>
      <w:r w:rsidRPr="00236727">
        <w:t>Recommendations</w:t>
      </w:r>
    </w:p>
    <w:p w:rsidR="00BD4800" w:rsidRDefault="00BD4800" w:rsidP="00BD4800">
      <w:pPr>
        <w:pStyle w:val="Heading2"/>
      </w:pPr>
      <w:r>
        <w:t>High Severity</w:t>
      </w:r>
    </w:p>
    <w:p w:rsidR="00B95057" w:rsidRPr="00B95057" w:rsidRDefault="00B95057" w:rsidP="00B95057">
      <w:r w:rsidRPr="00B95057">
        <w:t xml:space="preserve">No high severity problems were identified. </w:t>
      </w:r>
      <w:r w:rsidR="001F35EE" w:rsidRPr="001F35EE">
        <w:t>{{.[count(//finding[source-severity='high' and @status!='ignore'])=0]|hidden}}</w:t>
      </w:r>
    </w:p>
    <w:p w:rsidR="00546CE5" w:rsidRPr="00546CE5" w:rsidRDefault="00546CE5" w:rsidP="00C04C5C">
      <w:pPr>
        <w:pStyle w:val="Heading3"/>
        <w:rPr>
          <w:lang w:bidi="ar-SA"/>
        </w:rPr>
      </w:pPr>
      <w:r w:rsidRPr="00546CE5">
        <w:rPr>
          <w:lang w:bidi="ar-SA"/>
        </w:rPr>
        <w:t>{{mt:unique(//finding[@status!= 'ignore']/source-severity[text()='high']/../@title)}}{{../@id|bookmark,leaf}}</w:t>
      </w:r>
    </w:p>
    <w:p w:rsidR="00546CE5" w:rsidRDefault="00546CE5" w:rsidP="00B164D1">
      <w:pPr>
        <w:pStyle w:val="Heading8"/>
        <w:rPr>
          <w:rStyle w:val="IntenseEmphasis"/>
        </w:rPr>
      </w:pPr>
    </w:p>
    <w:p w:rsidR="00346F4F" w:rsidRPr="001719AB" w:rsidRDefault="00346F4F" w:rsidP="00B164D1">
      <w:pPr>
        <w:pStyle w:val="Heading8"/>
        <w:rPr>
          <w:rStyle w:val="IntenseEmphasis"/>
        </w:rPr>
      </w:pPr>
      <w:r w:rsidRPr="00B164D1">
        <w:rPr>
          <w:rStyle w:val="IntenseEmphasis"/>
        </w:rPr>
        <w:t>Summary</w:t>
      </w:r>
    </w:p>
    <w:p w:rsidR="00346F4F" w:rsidRDefault="00346F4F" w:rsidP="00346F4F">
      <w:r>
        <w:t>N/A{{.[count(../synopsis)=0]|hidden}}</w:t>
      </w:r>
    </w:p>
    <w:p w:rsidR="00346F4F" w:rsidRDefault="00346F4F" w:rsidP="00346F4F">
      <w:r>
        <w:t>{{../synopsis}}</w:t>
      </w:r>
    </w:p>
    <w:p w:rsidR="00346F4F" w:rsidRPr="0036012B" w:rsidRDefault="00346F4F" w:rsidP="00346F4F">
      <w:pPr>
        <w:pStyle w:val="Heading8"/>
        <w:rPr>
          <w:rStyle w:val="IntenseEmphasis"/>
        </w:rPr>
      </w:pPr>
      <w:r w:rsidRPr="0036012B">
        <w:rPr>
          <w:rStyle w:val="IntenseEmphasis"/>
        </w:rPr>
        <w:t>Affected systems</w:t>
      </w:r>
    </w:p>
    <w:p w:rsidR="00025644" w:rsidRPr="00025644" w:rsidRDefault="00025644" w:rsidP="00025644">
      <w:pPr>
        <w:numPr>
          <w:ilvl w:val="0"/>
          <w:numId w:val="23"/>
        </w:numPr>
      </w:pPr>
      <w:r>
        <w:t xml:space="preserve"> </w:t>
      </w:r>
      <w:r w:rsidRPr="00025644">
        <w:t>{{//finding[@title = $_0 and @status!='ignore']|hidden}}{{affects}}</w:t>
      </w:r>
    </w:p>
    <w:p w:rsidR="00346F4F" w:rsidRPr="0036012B" w:rsidRDefault="00346F4F" w:rsidP="00F41A3C">
      <w:pPr>
        <w:rPr>
          <w:rStyle w:val="IntenseEmphasis"/>
        </w:rPr>
      </w:pPr>
      <w:r w:rsidRPr="0036012B">
        <w:rPr>
          <w:rStyle w:val="IntenseEmphasis"/>
        </w:rPr>
        <w:t>References</w:t>
      </w:r>
    </w:p>
    <w:p w:rsidR="00346F4F" w:rsidRDefault="00346F4F" w:rsidP="00346F4F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{{../reference}} </w:t>
      </w:r>
      <w:hyperlink r:id="rId8" w:history="1">
        <w:r w:rsidRPr="00A452BB">
          <w:rPr>
            <w:rStyle w:val="Hyperlink"/>
          </w:rPr>
          <w:t>{{url}}</w:t>
        </w:r>
      </w:hyperlink>
    </w:p>
    <w:p w:rsidR="00346F4F" w:rsidRDefault="00346F4F" w:rsidP="00346F4F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{{../cve}} </w:t>
      </w:r>
      <w:hyperlink r:id="rId9" w:history="1">
        <w:r w:rsidR="003B685B">
          <w:rPr>
            <w:rStyle w:val="Hyperlink"/>
          </w:rPr>
          <w:t>http://cve.mitre.org/cgi-bin/cvename.cgi?name={{.|leaf}}</w:t>
        </w:r>
      </w:hyperlink>
    </w:p>
    <w:p w:rsidR="00346F4F" w:rsidRDefault="00346F4F" w:rsidP="00346F4F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BID-{{../bid}} </w:t>
      </w:r>
      <w:hyperlink r:id="rId10" w:history="1">
        <w:r w:rsidR="003B685B">
          <w:rPr>
            <w:rStyle w:val="Hyperlink"/>
          </w:rPr>
          <w:t>http://www.securityfocus.com/bid/{{.|leaf}}</w:t>
        </w:r>
      </w:hyperlink>
    </w:p>
    <w:p w:rsidR="00346F4F" w:rsidRDefault="00346F4F" w:rsidP="00346F4F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OSVDB-{{../osvdb}} </w:t>
      </w:r>
      <w:hyperlink r:id="rId11" w:history="1">
        <w:r w:rsidRPr="00A452BB">
          <w:rPr>
            <w:rStyle w:val="Hyperlink"/>
          </w:rPr>
          <w:t>http://osvdb.org/show/osvdb/</w:t>
        </w:r>
        <w:r w:rsidR="003B685B">
          <w:rPr>
            <w:rStyle w:val="Hyperlink"/>
          </w:rPr>
          <w:t>{{.|leaf}}</w:t>
        </w:r>
      </w:hyperlink>
    </w:p>
    <w:p w:rsidR="00F42DD4" w:rsidRDefault="00F42DD4" w:rsidP="00346F4F">
      <w:pPr>
        <w:pStyle w:val="Heading8"/>
        <w:rPr>
          <w:rStyle w:val="IntenseEmphasis"/>
        </w:rPr>
      </w:pPr>
    </w:p>
    <w:p w:rsidR="00346F4F" w:rsidRPr="0036012B" w:rsidRDefault="00346F4F" w:rsidP="00346F4F">
      <w:pPr>
        <w:pStyle w:val="Heading8"/>
        <w:rPr>
          <w:rStyle w:val="IntenseEmphasis"/>
        </w:rPr>
      </w:pPr>
      <w:r w:rsidRPr="0036012B">
        <w:rPr>
          <w:rStyle w:val="IntenseEmphasis"/>
        </w:rPr>
        <w:t>Description</w:t>
      </w:r>
    </w:p>
    <w:p w:rsidR="00346F4F" w:rsidRDefault="00346F4F" w:rsidP="00346F4F">
      <w:r>
        <w:t>{{..}}</w:t>
      </w:r>
    </w:p>
    <w:p w:rsidR="00346F4F" w:rsidRPr="0036012B" w:rsidRDefault="00346F4F" w:rsidP="00346F4F">
      <w:pPr>
        <w:pStyle w:val="Heading8"/>
        <w:rPr>
          <w:rStyle w:val="IntenseEmphasis"/>
        </w:rPr>
      </w:pPr>
      <w:r w:rsidRPr="0036012B">
        <w:rPr>
          <w:rStyle w:val="IntenseEmphasis"/>
        </w:rPr>
        <w:t>Recommendations</w:t>
      </w:r>
    </w:p>
    <w:p w:rsidR="00410558" w:rsidRDefault="00410558" w:rsidP="00346F4F">
      <w:r w:rsidRPr="00410558">
        <w:t>N/A{{.[count(../solution)=0]|hidden}}</w:t>
      </w:r>
    </w:p>
    <w:p w:rsidR="00346F4F" w:rsidRDefault="00346F4F" w:rsidP="00346F4F">
      <w:r>
        <w:t>{{../solution}}</w:t>
      </w:r>
    </w:p>
    <w:p w:rsidR="00346F4F" w:rsidRPr="00D44AE0" w:rsidRDefault="00346F4F" w:rsidP="00346F4F">
      <w:pPr>
        <w:pStyle w:val="Heading8"/>
        <w:rPr>
          <w:b/>
          <w:bCs/>
          <w:i/>
          <w:iCs/>
          <w:color w:val="4F81BD"/>
          <w:sz w:val="24"/>
          <w:szCs w:val="24"/>
          <w:lang w:bidi="ar-SA"/>
        </w:rPr>
      </w:pPr>
      <w:r w:rsidRPr="0036012B">
        <w:rPr>
          <w:rStyle w:val="IntenseEmphasis"/>
        </w:rPr>
        <w:t>Details per affected system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432"/>
        <w:gridCol w:w="1964"/>
      </w:tblGrid>
      <w:tr w:rsidR="00346F4F" w:rsidRPr="00CA408C" w:rsidTr="00025644"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:rsidR="00346F4F" w:rsidRPr="00D44AE0" w:rsidRDefault="00AD0B2B" w:rsidP="00D743F1">
            <w:r w:rsidRPr="00AD0B2B">
              <w:t>{{//finding[@title = $_0 and @status!='ignore']|hidden}}</w:t>
            </w:r>
            <w:hyperlink r:id="rId12" w:history="1">
              <w:r w:rsidR="00D743F1" w:rsidRPr="00D44AE0">
                <w:rPr>
                  <w:rStyle w:val="Hyperlink"/>
                </w:rPr>
                <w:t>{{affects|leaf}}</w:t>
              </w:r>
            </w:hyperlink>
            <w:r w:rsidR="00346F4F" w:rsidRPr="00D44AE0">
              <w:t>{{./@id|bookmark,leaf}}</w:t>
            </w:r>
          </w:p>
        </w:tc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:rsidR="00346F4F" w:rsidRPr="00D44AE0" w:rsidRDefault="00346F4F" w:rsidP="00025644">
            <w:r w:rsidRPr="00D44AE0">
              <w:t>{{output|leaf}}</w:t>
            </w:r>
          </w:p>
        </w:tc>
      </w:tr>
    </w:tbl>
    <w:p w:rsidR="00BD4800" w:rsidRPr="00BD4800" w:rsidRDefault="00BD4800" w:rsidP="00BD4800"/>
    <w:p w:rsidR="00955704" w:rsidRDefault="00BD4800" w:rsidP="00020970">
      <w:pPr>
        <w:pStyle w:val="Heading2"/>
        <w:rPr>
          <w:sz w:val="36"/>
          <w:szCs w:val="36"/>
        </w:rPr>
      </w:pPr>
      <w:r>
        <w:br w:type="page"/>
      </w:r>
      <w:r w:rsidR="00955704">
        <w:lastRenderedPageBreak/>
        <w:t>Medium Severity</w:t>
      </w:r>
    </w:p>
    <w:p w:rsidR="00955704" w:rsidRDefault="00955704" w:rsidP="00020970">
      <w:r>
        <w:t xml:space="preserve">No medium severity problems were identified. </w:t>
      </w:r>
      <w:r w:rsidR="001F35EE" w:rsidRPr="001F35EE">
        <w:t>{{.[count(//finding[source-severity='medium' and @status!= 'ignore'])=0]|hidden}}</w:t>
      </w:r>
    </w:p>
    <w:p w:rsidR="00B877D7" w:rsidRPr="00B877D7" w:rsidRDefault="00546CE5" w:rsidP="00C04C5C">
      <w:pPr>
        <w:pStyle w:val="Heading3"/>
        <w:rPr>
          <w:lang w:bidi="ar-SA"/>
        </w:rPr>
      </w:pPr>
      <w:r w:rsidRPr="00546CE5">
        <w:rPr>
          <w:lang w:bidi="ar-SA"/>
        </w:rPr>
        <w:t>{{mt:unique(//finding[@status!= 'ignore']/source-severity[text()='medium']/../@title)}}{{../@id|bookmark,leaf}}</w:t>
      </w:r>
    </w:p>
    <w:p w:rsidR="00B877D7" w:rsidRDefault="00B877D7" w:rsidP="00B164D1">
      <w:pPr>
        <w:pStyle w:val="Heading8"/>
        <w:rPr>
          <w:rStyle w:val="IntenseEmphasis"/>
        </w:rPr>
      </w:pPr>
    </w:p>
    <w:p w:rsidR="00AC5564" w:rsidRPr="001719AB" w:rsidRDefault="00AC5564" w:rsidP="00B164D1">
      <w:pPr>
        <w:pStyle w:val="Heading8"/>
        <w:rPr>
          <w:rStyle w:val="IntenseEmphasis"/>
        </w:rPr>
      </w:pPr>
      <w:r w:rsidRPr="00B164D1">
        <w:rPr>
          <w:rStyle w:val="IntenseEmphasis"/>
        </w:rPr>
        <w:t>Summary</w:t>
      </w:r>
    </w:p>
    <w:p w:rsidR="00AC5564" w:rsidRDefault="00AC5564" w:rsidP="00AC5564">
      <w:r>
        <w:t>N/A{{.[count(../synopsis)=0]|hidden}}</w:t>
      </w:r>
    </w:p>
    <w:p w:rsidR="00AC5564" w:rsidRDefault="00AC5564" w:rsidP="00AC5564">
      <w:r>
        <w:t>{{../synopsis}}</w:t>
      </w:r>
    </w:p>
    <w:p w:rsidR="00AC5564" w:rsidRPr="0036012B" w:rsidRDefault="00AC5564" w:rsidP="00AC5564">
      <w:pPr>
        <w:pStyle w:val="Heading8"/>
        <w:rPr>
          <w:rStyle w:val="IntenseEmphasis"/>
        </w:rPr>
      </w:pPr>
      <w:r w:rsidRPr="0036012B">
        <w:rPr>
          <w:rStyle w:val="IntenseEmphasis"/>
        </w:rPr>
        <w:t>Affected systems</w:t>
      </w:r>
    </w:p>
    <w:p w:rsidR="00025644" w:rsidRPr="00025644" w:rsidRDefault="00025644" w:rsidP="00025644">
      <w:pPr>
        <w:numPr>
          <w:ilvl w:val="0"/>
          <w:numId w:val="26"/>
        </w:numPr>
      </w:pPr>
      <w:r w:rsidRPr="00025644">
        <w:t>{{//finding[@title = $_0 and @status!='ignore']|hidden}}{{affects}}</w:t>
      </w:r>
      <w:r>
        <w:t xml:space="preserve">         </w:t>
      </w:r>
    </w:p>
    <w:p w:rsidR="00AC5564" w:rsidRPr="0036012B" w:rsidRDefault="00AC5564" w:rsidP="00AC5564">
      <w:pPr>
        <w:pStyle w:val="Heading8"/>
        <w:rPr>
          <w:rStyle w:val="IntenseEmphasis"/>
        </w:rPr>
      </w:pPr>
      <w:r w:rsidRPr="0036012B">
        <w:rPr>
          <w:rStyle w:val="IntenseEmphasis"/>
        </w:rPr>
        <w:t>References</w:t>
      </w:r>
    </w:p>
    <w:p w:rsidR="00691C39" w:rsidRDefault="00691C39" w:rsidP="00691C39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{{../reference}} </w:t>
      </w:r>
      <w:hyperlink r:id="rId13" w:history="1">
        <w:r w:rsidRPr="00A452BB">
          <w:rPr>
            <w:rStyle w:val="Hyperlink"/>
          </w:rPr>
          <w:t>{{url}}</w:t>
        </w:r>
      </w:hyperlink>
    </w:p>
    <w:p w:rsidR="00691C39" w:rsidRDefault="00691C39" w:rsidP="00691C39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{{../cve}} </w:t>
      </w:r>
      <w:hyperlink r:id="rId14" w:history="1">
        <w:r>
          <w:rPr>
            <w:rStyle w:val="Hyperlink"/>
          </w:rPr>
          <w:t>http://cve.mitre.org/cgi-bin/cvename.cgi?name={{.|leaf}}</w:t>
        </w:r>
      </w:hyperlink>
    </w:p>
    <w:p w:rsidR="00691C39" w:rsidRDefault="00691C39" w:rsidP="00691C39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BID-{{../bid}} </w:t>
      </w:r>
      <w:hyperlink r:id="rId15" w:history="1">
        <w:r>
          <w:rPr>
            <w:rStyle w:val="Hyperlink"/>
          </w:rPr>
          <w:t>http://www.securityfocus.com/bid/{{.|leaf}}</w:t>
        </w:r>
      </w:hyperlink>
    </w:p>
    <w:p w:rsidR="00691C39" w:rsidRDefault="00691C39" w:rsidP="00691C39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OSVDB-{{../osvdb}} </w:t>
      </w:r>
      <w:hyperlink r:id="rId16" w:history="1">
        <w:r w:rsidRPr="00A452BB">
          <w:rPr>
            <w:rStyle w:val="Hyperlink"/>
          </w:rPr>
          <w:t>http://osvdb.org/show/osvdb/</w:t>
        </w:r>
        <w:r>
          <w:rPr>
            <w:rStyle w:val="Hyperlink"/>
          </w:rPr>
          <w:t>{{.|leaf}}</w:t>
        </w:r>
      </w:hyperlink>
    </w:p>
    <w:p w:rsidR="00F42DD4" w:rsidRDefault="00F42DD4" w:rsidP="00AC5564">
      <w:pPr>
        <w:pStyle w:val="Heading8"/>
        <w:rPr>
          <w:rStyle w:val="IntenseEmphasis"/>
        </w:rPr>
      </w:pPr>
    </w:p>
    <w:p w:rsidR="00AC5564" w:rsidRPr="0036012B" w:rsidRDefault="00AC5564" w:rsidP="00AC5564">
      <w:pPr>
        <w:pStyle w:val="Heading8"/>
        <w:rPr>
          <w:rStyle w:val="IntenseEmphasis"/>
        </w:rPr>
      </w:pPr>
      <w:r w:rsidRPr="0036012B">
        <w:rPr>
          <w:rStyle w:val="IntenseEmphasis"/>
        </w:rPr>
        <w:t>Description</w:t>
      </w:r>
    </w:p>
    <w:p w:rsidR="00AC5564" w:rsidRDefault="00AC5564" w:rsidP="00AC5564">
      <w:r>
        <w:t>{{..}}</w:t>
      </w:r>
    </w:p>
    <w:p w:rsidR="00AC5564" w:rsidRDefault="00AC5564" w:rsidP="00AC5564">
      <w:pPr>
        <w:pStyle w:val="Heading8"/>
        <w:rPr>
          <w:rStyle w:val="IntenseEmphasis"/>
        </w:rPr>
      </w:pPr>
      <w:r w:rsidRPr="0036012B">
        <w:rPr>
          <w:rStyle w:val="IntenseEmphasis"/>
        </w:rPr>
        <w:t>Recommendations</w:t>
      </w:r>
    </w:p>
    <w:p w:rsidR="00410558" w:rsidRPr="00410558" w:rsidRDefault="00410558" w:rsidP="00410558">
      <w:pPr>
        <w:rPr>
          <w:lang w:bidi="ar-SA"/>
        </w:rPr>
      </w:pPr>
      <w:r w:rsidRPr="00410558">
        <w:rPr>
          <w:lang w:bidi="ar-SA"/>
        </w:rPr>
        <w:t>N/A{{.[count(../solution)=0]|hidden}}</w:t>
      </w:r>
    </w:p>
    <w:p w:rsidR="00AC5564" w:rsidRDefault="00AC5564" w:rsidP="00AC5564">
      <w:r>
        <w:t>{{../solution}}</w:t>
      </w:r>
    </w:p>
    <w:p w:rsidR="00AC5564" w:rsidRPr="00D44AE0" w:rsidRDefault="00AC5564" w:rsidP="00AC5564">
      <w:pPr>
        <w:pStyle w:val="Heading8"/>
        <w:rPr>
          <w:b/>
          <w:bCs/>
          <w:i/>
          <w:iCs/>
          <w:color w:val="4F81BD"/>
          <w:sz w:val="24"/>
          <w:szCs w:val="24"/>
          <w:lang w:bidi="ar-SA"/>
        </w:rPr>
      </w:pPr>
      <w:r w:rsidRPr="0036012B">
        <w:rPr>
          <w:rStyle w:val="IntenseEmphasis"/>
        </w:rPr>
        <w:t>Details per affected system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432"/>
        <w:gridCol w:w="1964"/>
      </w:tblGrid>
      <w:tr w:rsidR="00AC5564" w:rsidRPr="00CA408C" w:rsidTr="005C2D6F">
        <w:tc>
          <w:tcPr>
            <w:tcW w:w="60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:rsidR="00AC5564" w:rsidRPr="00D44AE0" w:rsidRDefault="00AD0B2B" w:rsidP="00025644">
            <w:r w:rsidRPr="00AD0B2B">
              <w:t>{{//finding[@title = $_0 and @status!='ignore']|hidden}}</w:t>
            </w:r>
            <w:hyperlink r:id="rId17" w:history="1">
              <w:r w:rsidR="005C2D6F" w:rsidRPr="00D44AE0">
                <w:rPr>
                  <w:rStyle w:val="Hyperlink"/>
                </w:rPr>
                <w:t>{{affects|leaf}}</w:t>
              </w:r>
            </w:hyperlink>
            <w:r w:rsidR="005C2D6F" w:rsidRPr="00D44AE0">
              <w:t>{{./@id|bookmark,leaf}}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:rsidR="00AC5564" w:rsidRPr="00D44AE0" w:rsidRDefault="00AC5564" w:rsidP="00025644">
            <w:r w:rsidRPr="00D44AE0">
              <w:t>{{output|leaf}}</w:t>
            </w:r>
          </w:p>
        </w:tc>
      </w:tr>
    </w:tbl>
    <w:p w:rsidR="00955704" w:rsidRDefault="00955704" w:rsidP="00020970"/>
    <w:p w:rsidR="00BD4800" w:rsidRDefault="00BD4800" w:rsidP="00BD4800">
      <w:pPr>
        <w:pStyle w:val="Heading2"/>
        <w:rPr>
          <w:sz w:val="36"/>
          <w:szCs w:val="36"/>
        </w:rPr>
      </w:pPr>
      <w:r>
        <w:br w:type="page"/>
      </w:r>
      <w:r>
        <w:lastRenderedPageBreak/>
        <w:t>Low Severity</w:t>
      </w:r>
    </w:p>
    <w:p w:rsidR="00252EE6" w:rsidRDefault="00BD4800" w:rsidP="00252EE6">
      <w:r>
        <w:t xml:space="preserve">No low severity problems were identified. </w:t>
      </w:r>
      <w:r w:rsidR="00675F62" w:rsidRPr="00675F62">
        <w:t>{{.[count(//finding[source-severity='medium' and @status!= 'ignore'])=0]|hidden}}</w:t>
      </w:r>
    </w:p>
    <w:p w:rsidR="00B877D7" w:rsidRPr="00B877D7" w:rsidRDefault="00546CE5" w:rsidP="00C04C5C">
      <w:pPr>
        <w:pStyle w:val="Heading3"/>
        <w:rPr>
          <w:lang w:bidi="ar-SA"/>
        </w:rPr>
      </w:pPr>
      <w:bookmarkStart w:id="0" w:name="_GoBack"/>
      <w:r w:rsidRPr="00546CE5">
        <w:rPr>
          <w:lang w:bidi="ar-SA"/>
        </w:rPr>
        <w:t>{{mt:unique(//finding[@status!= 'ignore']/source-severity[text()='low']/../@title)}}{{../@id|bookmark,leaf}}</w:t>
      </w:r>
    </w:p>
    <w:bookmarkEnd w:id="0"/>
    <w:p w:rsidR="00B877D7" w:rsidRDefault="00B877D7" w:rsidP="00B164D1">
      <w:pPr>
        <w:pStyle w:val="Heading8"/>
        <w:rPr>
          <w:rStyle w:val="IntenseEmphasis"/>
        </w:rPr>
      </w:pPr>
    </w:p>
    <w:p w:rsidR="004727E9" w:rsidRPr="001719AB" w:rsidRDefault="004727E9" w:rsidP="00B164D1">
      <w:pPr>
        <w:pStyle w:val="Heading8"/>
        <w:rPr>
          <w:rStyle w:val="IntenseEmphasis"/>
        </w:rPr>
      </w:pPr>
      <w:r w:rsidRPr="00B164D1">
        <w:rPr>
          <w:rStyle w:val="IntenseEmphasis"/>
        </w:rPr>
        <w:t>Summary</w:t>
      </w:r>
    </w:p>
    <w:p w:rsidR="004727E9" w:rsidRDefault="004727E9" w:rsidP="004727E9">
      <w:r>
        <w:t>N/A{{.[count(../synopsis)=0]|hidden}}</w:t>
      </w:r>
    </w:p>
    <w:p w:rsidR="004727E9" w:rsidRDefault="004727E9" w:rsidP="004727E9">
      <w:r>
        <w:t>{{../synopsis}}</w:t>
      </w:r>
    </w:p>
    <w:p w:rsidR="004727E9" w:rsidRDefault="004727E9" w:rsidP="004727E9">
      <w:pPr>
        <w:pStyle w:val="Heading8"/>
        <w:rPr>
          <w:rStyle w:val="IntenseEmphasis"/>
        </w:rPr>
      </w:pPr>
      <w:r w:rsidRPr="0036012B">
        <w:rPr>
          <w:rStyle w:val="IntenseEmphasis"/>
        </w:rPr>
        <w:t>Affected systems</w:t>
      </w:r>
    </w:p>
    <w:p w:rsidR="008C68AA" w:rsidRDefault="008C68AA" w:rsidP="004727E9">
      <w:pPr>
        <w:pStyle w:val="Heading8"/>
        <w:rPr>
          <w:rStyle w:val="IntenseEmphasis"/>
        </w:rPr>
      </w:pPr>
    </w:p>
    <w:p w:rsidR="008C68AA" w:rsidRPr="008C68AA" w:rsidRDefault="008C68AA" w:rsidP="008C68AA">
      <w:pPr>
        <w:numPr>
          <w:ilvl w:val="0"/>
          <w:numId w:val="26"/>
        </w:numPr>
        <w:rPr>
          <w:lang w:bidi="ar-SA"/>
        </w:rPr>
      </w:pPr>
      <w:r w:rsidRPr="008C68AA">
        <w:rPr>
          <w:lang w:bidi="ar-SA"/>
        </w:rPr>
        <w:t>{{//finding[@title = $_0 and @status!='ignore']|hidden}}{{affects}}</w:t>
      </w:r>
    </w:p>
    <w:p w:rsidR="004727E9" w:rsidRPr="0036012B" w:rsidRDefault="004727E9" w:rsidP="004727E9">
      <w:pPr>
        <w:pStyle w:val="Heading8"/>
        <w:rPr>
          <w:rStyle w:val="IntenseEmphasis"/>
        </w:rPr>
      </w:pPr>
      <w:r w:rsidRPr="0036012B">
        <w:rPr>
          <w:rStyle w:val="IntenseEmphasis"/>
        </w:rPr>
        <w:t>References</w:t>
      </w:r>
    </w:p>
    <w:p w:rsidR="00691C39" w:rsidRDefault="00691C39" w:rsidP="00691C39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{{../reference}} </w:t>
      </w:r>
      <w:hyperlink r:id="rId18" w:history="1">
        <w:r w:rsidRPr="00A452BB">
          <w:rPr>
            <w:rStyle w:val="Hyperlink"/>
          </w:rPr>
          <w:t>{{url}}</w:t>
        </w:r>
      </w:hyperlink>
    </w:p>
    <w:p w:rsidR="00691C39" w:rsidRDefault="00691C39" w:rsidP="00691C39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{{../cve}} </w:t>
      </w:r>
      <w:hyperlink r:id="rId19" w:history="1">
        <w:r>
          <w:rPr>
            <w:rStyle w:val="Hyperlink"/>
          </w:rPr>
          <w:t>http://cve.mitre.org/cgi-bin/cvename.cgi?name={{.|leaf}}</w:t>
        </w:r>
      </w:hyperlink>
    </w:p>
    <w:p w:rsidR="00691C39" w:rsidRDefault="00691C39" w:rsidP="00691C39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BID-{{../bid}} </w:t>
      </w:r>
      <w:hyperlink r:id="rId20" w:history="1">
        <w:r>
          <w:rPr>
            <w:rStyle w:val="Hyperlink"/>
          </w:rPr>
          <w:t>http://www.securityfocus.com/bid/{{.|leaf}}</w:t>
        </w:r>
      </w:hyperlink>
    </w:p>
    <w:p w:rsidR="00691C39" w:rsidRDefault="00691C39" w:rsidP="00691C39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OSVDB-{{../osvdb}} </w:t>
      </w:r>
      <w:hyperlink r:id="rId21" w:history="1">
        <w:r w:rsidRPr="00A452BB">
          <w:rPr>
            <w:rStyle w:val="Hyperlink"/>
          </w:rPr>
          <w:t>http://osvdb.org/show/osvdb/</w:t>
        </w:r>
        <w:r>
          <w:rPr>
            <w:rStyle w:val="Hyperlink"/>
          </w:rPr>
          <w:t>{{.|leaf}}</w:t>
        </w:r>
      </w:hyperlink>
    </w:p>
    <w:p w:rsidR="00F42DD4" w:rsidRDefault="00F42DD4" w:rsidP="004727E9">
      <w:pPr>
        <w:pStyle w:val="Heading8"/>
        <w:rPr>
          <w:rStyle w:val="IntenseEmphasis"/>
        </w:rPr>
      </w:pPr>
    </w:p>
    <w:p w:rsidR="004727E9" w:rsidRPr="0036012B" w:rsidRDefault="004727E9" w:rsidP="004727E9">
      <w:pPr>
        <w:pStyle w:val="Heading8"/>
        <w:rPr>
          <w:rStyle w:val="IntenseEmphasis"/>
        </w:rPr>
      </w:pPr>
      <w:r w:rsidRPr="0036012B">
        <w:rPr>
          <w:rStyle w:val="IntenseEmphasis"/>
        </w:rPr>
        <w:t>Description</w:t>
      </w:r>
    </w:p>
    <w:p w:rsidR="004727E9" w:rsidRDefault="004727E9" w:rsidP="004727E9">
      <w:r>
        <w:t>{{..}}</w:t>
      </w:r>
    </w:p>
    <w:p w:rsidR="004727E9" w:rsidRDefault="004727E9" w:rsidP="004727E9">
      <w:pPr>
        <w:pStyle w:val="Heading8"/>
        <w:rPr>
          <w:rStyle w:val="IntenseEmphasis"/>
        </w:rPr>
      </w:pPr>
      <w:r w:rsidRPr="0036012B">
        <w:rPr>
          <w:rStyle w:val="IntenseEmphasis"/>
        </w:rPr>
        <w:t>Recommendations</w:t>
      </w:r>
    </w:p>
    <w:p w:rsidR="00410558" w:rsidRDefault="00410558" w:rsidP="004727E9">
      <w:r w:rsidRPr="00410558">
        <w:t>N/A{{.[count(../solution)=0]|hidden}}</w:t>
      </w:r>
    </w:p>
    <w:p w:rsidR="004727E9" w:rsidRDefault="004727E9" w:rsidP="004727E9">
      <w:r>
        <w:t>{{../solution}}</w:t>
      </w:r>
    </w:p>
    <w:p w:rsidR="004727E9" w:rsidRPr="00D44AE0" w:rsidRDefault="004727E9" w:rsidP="004727E9">
      <w:pPr>
        <w:pStyle w:val="Heading8"/>
        <w:rPr>
          <w:b/>
          <w:bCs/>
          <w:i/>
          <w:iCs/>
          <w:color w:val="4F81BD"/>
          <w:sz w:val="24"/>
          <w:szCs w:val="24"/>
          <w:lang w:bidi="ar-SA"/>
        </w:rPr>
      </w:pPr>
      <w:r w:rsidRPr="0036012B">
        <w:rPr>
          <w:rStyle w:val="IntenseEmphasis"/>
        </w:rPr>
        <w:t>Details per affected system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432"/>
        <w:gridCol w:w="1964"/>
      </w:tblGrid>
      <w:tr w:rsidR="004727E9" w:rsidRPr="00CA408C" w:rsidTr="00025644"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:rsidR="004727E9" w:rsidRPr="00D44AE0" w:rsidRDefault="00AD0B2B" w:rsidP="00025644">
            <w:r w:rsidRPr="00AD0B2B">
              <w:t>{{//finding[@title = $_0 and @status!='ignore']|hidden}}</w:t>
            </w:r>
            <w:hyperlink r:id="rId22" w:history="1">
              <w:r w:rsidR="003C45D8" w:rsidRPr="00D44AE0">
                <w:rPr>
                  <w:rStyle w:val="Hyperlink"/>
                </w:rPr>
                <w:t>{{affects|leaf}}</w:t>
              </w:r>
            </w:hyperlink>
            <w:r w:rsidR="003C45D8" w:rsidRPr="00D44AE0">
              <w:t>{{./@id|bookmark,leaf}}</w:t>
            </w:r>
          </w:p>
        </w:tc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:rsidR="004727E9" w:rsidRPr="00D44AE0" w:rsidRDefault="004727E9" w:rsidP="00025644">
            <w:r w:rsidRPr="00D44AE0">
              <w:t>{{output|leaf}}</w:t>
            </w:r>
          </w:p>
        </w:tc>
      </w:tr>
    </w:tbl>
    <w:p w:rsidR="00AC5564" w:rsidRDefault="00AC5564" w:rsidP="00AC5564"/>
    <w:p w:rsidR="00955704" w:rsidRDefault="00955704" w:rsidP="00083935">
      <w:pPr>
        <w:pStyle w:val="Heading1"/>
      </w:pPr>
      <w:r>
        <w:br w:type="page"/>
      </w:r>
      <w:r>
        <w:lastRenderedPageBreak/>
        <w:t>Test Details</w:t>
      </w:r>
    </w:p>
    <w:p w:rsidR="00955704" w:rsidRDefault="00955704" w:rsidP="00083935">
      <w:pPr>
        <w:pStyle w:val="Heading2"/>
      </w:pPr>
      <w:r>
        <w:t>Test Details Per Host</w:t>
      </w:r>
    </w:p>
    <w:p w:rsidR="00955704" w:rsidRDefault="00025644" w:rsidP="00D852E8">
      <w:pPr>
        <w:pStyle w:val="Heading3"/>
      </w:pPr>
      <w:r w:rsidRPr="00025644">
        <w:t>Host {{//host[@status!= 'ignore']}} ({{mt:join(./hostname, ', ')|leaf}}){{@id|bookmark,leaf}}</w:t>
      </w:r>
    </w:p>
    <w:p w:rsidR="00955704" w:rsidRDefault="00955704" w:rsidP="00083935">
      <w:pPr>
        <w:pStyle w:val="Heading4"/>
      </w:pPr>
      <w:smartTag w:uri="urn:schemas-microsoft-com:office:smarttags" w:element="PlaceName">
        <w:smartTag w:uri="urn:schemas-microsoft-com:office:smarttags" w:element="place">
          <w:r>
            <w:t>Open</w:t>
          </w:r>
        </w:smartTag>
        <w:r>
          <w:t xml:space="preserve"> </w:t>
        </w:r>
        <w:smartTag w:uri="urn:schemas-microsoft-com:office:smarttags" w:element="PlaceType">
          <w:r>
            <w:t>Ports</w:t>
          </w:r>
        </w:smartTag>
      </w:smartTag>
      <w:r>
        <w:t xml:space="preserve"> and Services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975"/>
        <w:gridCol w:w="3054"/>
        <w:gridCol w:w="3367"/>
      </w:tblGrid>
      <w:tr w:rsidR="00955704" w:rsidRPr="00CA408C" w:rsidTr="00CA408C">
        <w:tc>
          <w:tcPr>
            <w:tcW w:w="2975" w:type="dxa"/>
            <w:tcBorders>
              <w:top w:val="single" w:sz="4" w:space="0" w:color="auto"/>
            </w:tcBorders>
          </w:tcPr>
          <w:p w:rsidR="00955704" w:rsidRPr="00D44AE0" w:rsidRDefault="00955704" w:rsidP="00F40297">
            <w:r w:rsidRPr="00D44AE0">
              <w:t>Port</w:t>
            </w:r>
          </w:p>
        </w:tc>
        <w:tc>
          <w:tcPr>
            <w:tcW w:w="3054" w:type="dxa"/>
            <w:tcBorders>
              <w:top w:val="single" w:sz="4" w:space="0" w:color="auto"/>
            </w:tcBorders>
          </w:tcPr>
          <w:p w:rsidR="00955704" w:rsidRPr="00D44AE0" w:rsidRDefault="00955704" w:rsidP="00F40297">
            <w:r w:rsidRPr="00D44AE0">
              <w:t>Protocol</w:t>
            </w: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955704" w:rsidRPr="00D44AE0" w:rsidRDefault="00955704" w:rsidP="00F40297">
            <w:r w:rsidRPr="00D44AE0">
              <w:t>Software</w:t>
            </w:r>
          </w:p>
        </w:tc>
      </w:tr>
      <w:tr w:rsidR="00955704" w:rsidRPr="00CA408C" w:rsidTr="00CA408C">
        <w:tc>
          <w:tcPr>
            <w:tcW w:w="2975" w:type="dxa"/>
            <w:tcBorders>
              <w:bottom w:val="single" w:sz="4" w:space="0" w:color="auto"/>
            </w:tcBorders>
          </w:tcPr>
          <w:p w:rsidR="00955704" w:rsidRPr="00D44AE0" w:rsidRDefault="00955704" w:rsidP="00F40297">
            <w:r w:rsidRPr="00D44AE0">
              <w:t>{{ipproto/port}} {{../ipproto|leaf}}</w:t>
            </w:r>
          </w:p>
        </w:tc>
        <w:tc>
          <w:tcPr>
            <w:tcW w:w="3054" w:type="dxa"/>
            <w:tcBorders>
              <w:bottom w:val="single" w:sz="4" w:space="0" w:color="auto"/>
            </w:tcBorders>
          </w:tcPr>
          <w:p w:rsidR="00955704" w:rsidRPr="00D44AE0" w:rsidRDefault="00955704" w:rsidP="00F40297">
            <w:r w:rsidRPr="00D44AE0">
              <w:t>{{service|leaf}} {{tunnel|leaf}} {{tunnel/service|leaf}}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955704" w:rsidRPr="00D44AE0" w:rsidRDefault="00955704" w:rsidP="00F40297">
            <w:r w:rsidRPr="00D44AE0">
              <w:t>{{descendant::software|leaf}}</w:t>
            </w:r>
          </w:p>
        </w:tc>
      </w:tr>
    </w:tbl>
    <w:p w:rsidR="00955704" w:rsidRDefault="00955704" w:rsidP="00083935">
      <w:pPr>
        <w:pStyle w:val="Heading4"/>
      </w:pPr>
      <w:r>
        <w:t>Commands executed for this host</w:t>
      </w:r>
    </w:p>
    <w:p w:rsidR="00F8513E" w:rsidRPr="00F8513E" w:rsidRDefault="006C6C2B" w:rsidP="00F8513E">
      <w:pPr>
        <w:numPr>
          <w:ilvl w:val="0"/>
          <w:numId w:val="22"/>
        </w:numPr>
      </w:pPr>
      <w:hyperlink r:id="rId23" w:history="1">
        <w:r w:rsidR="00CF5E17" w:rsidRPr="00CF5E17">
          <w:rPr>
            <w:rStyle w:val="Hyperlink"/>
          </w:rPr>
          <w:t>{{..}}</w:t>
        </w:r>
      </w:hyperlink>
    </w:p>
    <w:p w:rsidR="00955704" w:rsidRDefault="00955704" w:rsidP="00083935">
      <w:pPr>
        <w:pStyle w:val="Heading4"/>
      </w:pPr>
      <w:r>
        <w:t>Findings for this host</w:t>
      </w:r>
    </w:p>
    <w:p w:rsidR="00955704" w:rsidRDefault="00AD0B2B" w:rsidP="00B128C6">
      <w:pPr>
        <w:numPr>
          <w:ilvl w:val="0"/>
          <w:numId w:val="21"/>
        </w:numPr>
      </w:pPr>
      <w:r w:rsidRPr="00AD0B2B">
        <w:t>{{//finding[ancestor::host=$_0 and @status!='ignore']|hidden}}</w:t>
      </w:r>
      <w:hyperlink r:id="rId24" w:history="1">
        <w:r w:rsidR="00146208">
          <w:rPr>
            <w:rStyle w:val="Hyperlink"/>
          </w:rPr>
          <w:t>{{@title}}</w:t>
        </w:r>
      </w:hyperlink>
    </w:p>
    <w:p w:rsidR="00955704" w:rsidRDefault="00955704" w:rsidP="00B128C6"/>
    <w:p w:rsidR="00955704" w:rsidRDefault="00955704" w:rsidP="00B128C6">
      <w:pPr>
        <w:pStyle w:val="Heading2"/>
      </w:pPr>
      <w:r>
        <w:br w:type="page"/>
      </w:r>
      <w:r>
        <w:lastRenderedPageBreak/>
        <w:t>Commands</w:t>
      </w:r>
    </w:p>
    <w:p w:rsidR="00042344" w:rsidRDefault="00042344" w:rsidP="00042344">
      <w:pPr>
        <w:pStyle w:val="Heading3"/>
      </w:pPr>
      <w:r w:rsidRPr="00042344">
        <w:t>{{//task[@state='FINISHED']}}</w:t>
      </w:r>
    </w:p>
    <w:p w:rsidR="00042344" w:rsidRDefault="00042344" w:rsidP="00042344">
      <w:r>
        <w:t>Started: {{@startTime|leaf}}{{@id|bookmark,leaf}}</w:t>
      </w:r>
    </w:p>
    <w:p w:rsidR="00042344" w:rsidRPr="00042344" w:rsidRDefault="00042344" w:rsidP="00042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042344">
        <w:rPr>
          <w:rFonts w:ascii="Courier New" w:hAnsi="Courier New" w:cs="Courier New"/>
          <w:sz w:val="20"/>
          <w:szCs w:val="20"/>
        </w:rPr>
        <w:t>{{mt:taskscreenlogbrief(.)}}</w:t>
      </w:r>
    </w:p>
    <w:p w:rsidR="00955704" w:rsidRDefault="00042344" w:rsidP="00042344">
      <w:r>
        <w:t>Finished: {{@endTime|leaf}})</w:t>
      </w:r>
    </w:p>
    <w:sectPr w:rsidR="00955704" w:rsidSect="00020970">
      <w:headerReference w:type="default" r:id="rId25"/>
      <w:footerReference w:type="even" r:id="rId26"/>
      <w:footerReference w:type="default" r:id="rId27"/>
      <w:pgSz w:w="11909" w:h="16834" w:code="9"/>
      <w:pgMar w:top="1890" w:right="1289" w:bottom="1440" w:left="1440" w:header="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C2B" w:rsidRDefault="006C6C2B">
      <w:r>
        <w:separator/>
      </w:r>
    </w:p>
  </w:endnote>
  <w:endnote w:type="continuationSeparator" w:id="0">
    <w:p w:rsidR="006C6C2B" w:rsidRDefault="006C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644" w:rsidRDefault="00025644" w:rsidP="005948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5644" w:rsidRDefault="000256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644" w:rsidRDefault="00025644" w:rsidP="003467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4C5C">
      <w:rPr>
        <w:rStyle w:val="PageNumber"/>
        <w:noProof/>
      </w:rPr>
      <w:t>4</w:t>
    </w:r>
    <w:r>
      <w:rPr>
        <w:rStyle w:val="PageNumber"/>
      </w:rPr>
      <w:fldChar w:fldCharType="end"/>
    </w:r>
  </w:p>
  <w:p w:rsidR="00025644" w:rsidRDefault="006C6C2B" w:rsidP="00891C12">
    <w:pPr>
      <w:pStyle w:val="Footer"/>
      <w:jc w:val="center"/>
    </w:pPr>
    <w:r>
      <w:rPr>
        <w:noProof/>
      </w:rPr>
      <w:pict>
        <v:line id="_x0000_s2050" style="position:absolute;left:0;text-align:left;z-index:2" from="0,.05pt" to="459pt,.05pt"/>
      </w:pict>
    </w:r>
  </w:p>
  <w:p w:rsidR="00025644" w:rsidRPr="00891C12" w:rsidRDefault="00025644" w:rsidP="00891C1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C2B" w:rsidRDefault="006C6C2B">
      <w:r>
        <w:separator/>
      </w:r>
    </w:p>
  </w:footnote>
  <w:footnote w:type="continuationSeparator" w:id="0">
    <w:p w:rsidR="006C6C2B" w:rsidRDefault="006C6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644" w:rsidRPr="00245544" w:rsidRDefault="006C6C2B" w:rsidP="00594895">
    <w:pPr>
      <w:pStyle w:val="Header"/>
      <w:tabs>
        <w:tab w:val="left" w:pos="6120"/>
      </w:tabs>
      <w:jc w:val="center"/>
    </w:pPr>
    <w:r>
      <w:rPr>
        <w:noProof/>
      </w:rPr>
      <w:pict>
        <v:line id="_x0000_s2049" style="position:absolute;left:0;text-align:left;z-index:1" from="0,86.05pt" to="459pt,86.05pt"/>
      </w:pict>
    </w:r>
    <w:r w:rsidR="00025644" w:rsidRPr="00891C12">
      <w:t>Project Name</w:t>
    </w:r>
    <w:r w:rsidR="00025644">
      <w:tab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3.75pt;height:75pt">
          <v:imagedata r:id="rId1" o:title=""/>
        </v:shape>
      </w:pict>
    </w:r>
    <w:r w:rsidR="00025644">
      <w:tab/>
    </w:r>
    <w:r w:rsidR="00025644" w:rsidRPr="00891C12">
      <w:t>Security Assessment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59E60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071E7F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973EB0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06BA6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91F279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7AEC5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A078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3C1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A8E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B560E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D35CA"/>
    <w:multiLevelType w:val="hybridMultilevel"/>
    <w:tmpl w:val="82ACA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4E0320B"/>
    <w:multiLevelType w:val="hybridMultilevel"/>
    <w:tmpl w:val="087CE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7E220D"/>
    <w:multiLevelType w:val="multilevel"/>
    <w:tmpl w:val="061C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79E635A"/>
    <w:multiLevelType w:val="hybridMultilevel"/>
    <w:tmpl w:val="8358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4D1B44"/>
    <w:multiLevelType w:val="multilevel"/>
    <w:tmpl w:val="6F4E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0A50642"/>
    <w:multiLevelType w:val="hybridMultilevel"/>
    <w:tmpl w:val="6B865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BE6DEB"/>
    <w:multiLevelType w:val="hybridMultilevel"/>
    <w:tmpl w:val="C3EA63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4E0CD5"/>
    <w:multiLevelType w:val="hybridMultilevel"/>
    <w:tmpl w:val="F20E8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D45D40"/>
    <w:multiLevelType w:val="hybridMultilevel"/>
    <w:tmpl w:val="3F96AA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BE5B14"/>
    <w:multiLevelType w:val="multilevel"/>
    <w:tmpl w:val="C03A2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B75B5D"/>
    <w:multiLevelType w:val="hybridMultilevel"/>
    <w:tmpl w:val="D8F02AFA"/>
    <w:lvl w:ilvl="0" w:tplc="378A149C">
      <w:numFmt w:val="bullet"/>
      <w:lvlText w:val="•"/>
      <w:lvlJc w:val="left"/>
      <w:pPr>
        <w:ind w:left="1080" w:hanging="72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BF0F5F"/>
    <w:multiLevelType w:val="multilevel"/>
    <w:tmpl w:val="CA48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9814F6"/>
    <w:multiLevelType w:val="hybridMultilevel"/>
    <w:tmpl w:val="BD6ECE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C546D0"/>
    <w:multiLevelType w:val="multilevel"/>
    <w:tmpl w:val="97786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F2503D"/>
    <w:multiLevelType w:val="hybridMultilevel"/>
    <w:tmpl w:val="F4B8B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7C573A"/>
    <w:multiLevelType w:val="hybridMultilevel"/>
    <w:tmpl w:val="1C7883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8E82E04"/>
    <w:multiLevelType w:val="multilevel"/>
    <w:tmpl w:val="2762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14"/>
  </w:num>
  <w:num w:numId="12">
    <w:abstractNumId w:val="26"/>
  </w:num>
  <w:num w:numId="13">
    <w:abstractNumId w:val="21"/>
  </w:num>
  <w:num w:numId="14">
    <w:abstractNumId w:val="10"/>
  </w:num>
  <w:num w:numId="15">
    <w:abstractNumId w:val="12"/>
  </w:num>
  <w:num w:numId="16">
    <w:abstractNumId w:val="22"/>
  </w:num>
  <w:num w:numId="17">
    <w:abstractNumId w:val="19"/>
  </w:num>
  <w:num w:numId="18">
    <w:abstractNumId w:val="23"/>
  </w:num>
  <w:num w:numId="19">
    <w:abstractNumId w:val="18"/>
  </w:num>
  <w:num w:numId="20">
    <w:abstractNumId w:val="25"/>
  </w:num>
  <w:num w:numId="21">
    <w:abstractNumId w:val="16"/>
  </w:num>
  <w:num w:numId="22">
    <w:abstractNumId w:val="15"/>
  </w:num>
  <w:num w:numId="23">
    <w:abstractNumId w:val="17"/>
  </w:num>
  <w:num w:numId="24">
    <w:abstractNumId w:val="11"/>
  </w:num>
  <w:num w:numId="25">
    <w:abstractNumId w:val="24"/>
  </w:num>
  <w:num w:numId="26">
    <w:abstractNumId w:val="20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544"/>
    <w:rsid w:val="00020970"/>
    <w:rsid w:val="00025644"/>
    <w:rsid w:val="00033F2B"/>
    <w:rsid w:val="00042344"/>
    <w:rsid w:val="0005045F"/>
    <w:rsid w:val="0006102C"/>
    <w:rsid w:val="00083935"/>
    <w:rsid w:val="000A13AC"/>
    <w:rsid w:val="000A6582"/>
    <w:rsid w:val="000C1A0F"/>
    <w:rsid w:val="00100D0A"/>
    <w:rsid w:val="00117FE7"/>
    <w:rsid w:val="00146208"/>
    <w:rsid w:val="001479A7"/>
    <w:rsid w:val="001719AB"/>
    <w:rsid w:val="001E18DA"/>
    <w:rsid w:val="001F35EE"/>
    <w:rsid w:val="002234A5"/>
    <w:rsid w:val="00236727"/>
    <w:rsid w:val="00245544"/>
    <w:rsid w:val="00252EE6"/>
    <w:rsid w:val="002845AF"/>
    <w:rsid w:val="002A699F"/>
    <w:rsid w:val="002B6DEA"/>
    <w:rsid w:val="002C0280"/>
    <w:rsid w:val="002D256A"/>
    <w:rsid w:val="002E1CE8"/>
    <w:rsid w:val="00346752"/>
    <w:rsid w:val="00346F4F"/>
    <w:rsid w:val="00347F06"/>
    <w:rsid w:val="003608E5"/>
    <w:rsid w:val="00385744"/>
    <w:rsid w:val="0039513B"/>
    <w:rsid w:val="003B4AA4"/>
    <w:rsid w:val="003B685B"/>
    <w:rsid w:val="003C45D8"/>
    <w:rsid w:val="00410558"/>
    <w:rsid w:val="00424AC7"/>
    <w:rsid w:val="00437D45"/>
    <w:rsid w:val="0045653E"/>
    <w:rsid w:val="00465749"/>
    <w:rsid w:val="004727E9"/>
    <w:rsid w:val="00484EA5"/>
    <w:rsid w:val="00487A45"/>
    <w:rsid w:val="004B1009"/>
    <w:rsid w:val="004F4B83"/>
    <w:rsid w:val="00506C2A"/>
    <w:rsid w:val="00525642"/>
    <w:rsid w:val="00546CE5"/>
    <w:rsid w:val="00566DFD"/>
    <w:rsid w:val="00594895"/>
    <w:rsid w:val="005B2FB8"/>
    <w:rsid w:val="005B30B0"/>
    <w:rsid w:val="005B3CD8"/>
    <w:rsid w:val="005C2D6F"/>
    <w:rsid w:val="005E3640"/>
    <w:rsid w:val="005F6F48"/>
    <w:rsid w:val="00622C92"/>
    <w:rsid w:val="00627A36"/>
    <w:rsid w:val="00665062"/>
    <w:rsid w:val="0067461B"/>
    <w:rsid w:val="00675F62"/>
    <w:rsid w:val="006852D6"/>
    <w:rsid w:val="00691C39"/>
    <w:rsid w:val="006B5FEF"/>
    <w:rsid w:val="006C6C2B"/>
    <w:rsid w:val="00713FAC"/>
    <w:rsid w:val="00715940"/>
    <w:rsid w:val="0072725E"/>
    <w:rsid w:val="00743EA6"/>
    <w:rsid w:val="007445D9"/>
    <w:rsid w:val="0078058B"/>
    <w:rsid w:val="00791052"/>
    <w:rsid w:val="007B1D00"/>
    <w:rsid w:val="007D3C9F"/>
    <w:rsid w:val="007F0120"/>
    <w:rsid w:val="007F347A"/>
    <w:rsid w:val="00805C4D"/>
    <w:rsid w:val="0080638B"/>
    <w:rsid w:val="0085045A"/>
    <w:rsid w:val="00891C12"/>
    <w:rsid w:val="00894B60"/>
    <w:rsid w:val="00896BFC"/>
    <w:rsid w:val="008C68AA"/>
    <w:rsid w:val="008F46B8"/>
    <w:rsid w:val="00944EB2"/>
    <w:rsid w:val="00955704"/>
    <w:rsid w:val="00972071"/>
    <w:rsid w:val="00986B15"/>
    <w:rsid w:val="009A7DB4"/>
    <w:rsid w:val="009D4184"/>
    <w:rsid w:val="009F2796"/>
    <w:rsid w:val="00A5049B"/>
    <w:rsid w:val="00A96246"/>
    <w:rsid w:val="00AC5564"/>
    <w:rsid w:val="00AD0B2B"/>
    <w:rsid w:val="00AD0C33"/>
    <w:rsid w:val="00AF0644"/>
    <w:rsid w:val="00AF34FB"/>
    <w:rsid w:val="00B00184"/>
    <w:rsid w:val="00B128C6"/>
    <w:rsid w:val="00B134C6"/>
    <w:rsid w:val="00B164D1"/>
    <w:rsid w:val="00B33A6A"/>
    <w:rsid w:val="00B438EB"/>
    <w:rsid w:val="00B513A0"/>
    <w:rsid w:val="00B723D8"/>
    <w:rsid w:val="00B877D7"/>
    <w:rsid w:val="00B95057"/>
    <w:rsid w:val="00BB4450"/>
    <w:rsid w:val="00BD08B3"/>
    <w:rsid w:val="00BD4549"/>
    <w:rsid w:val="00BD4800"/>
    <w:rsid w:val="00BE2C7E"/>
    <w:rsid w:val="00BE6458"/>
    <w:rsid w:val="00BF5454"/>
    <w:rsid w:val="00C04C5C"/>
    <w:rsid w:val="00C4382E"/>
    <w:rsid w:val="00C60302"/>
    <w:rsid w:val="00C60B01"/>
    <w:rsid w:val="00CA408C"/>
    <w:rsid w:val="00CB3C8C"/>
    <w:rsid w:val="00CF5E17"/>
    <w:rsid w:val="00D4041B"/>
    <w:rsid w:val="00D44AE0"/>
    <w:rsid w:val="00D545DB"/>
    <w:rsid w:val="00D743F1"/>
    <w:rsid w:val="00D852E8"/>
    <w:rsid w:val="00E450C4"/>
    <w:rsid w:val="00E54B61"/>
    <w:rsid w:val="00E81F5B"/>
    <w:rsid w:val="00E90715"/>
    <w:rsid w:val="00EB6381"/>
    <w:rsid w:val="00ED6170"/>
    <w:rsid w:val="00ED6D51"/>
    <w:rsid w:val="00EE5D9B"/>
    <w:rsid w:val="00F02EB4"/>
    <w:rsid w:val="00F34118"/>
    <w:rsid w:val="00F40297"/>
    <w:rsid w:val="00F41A3C"/>
    <w:rsid w:val="00F42DD4"/>
    <w:rsid w:val="00F8513E"/>
    <w:rsid w:val="00F9795A"/>
    <w:rsid w:val="00FE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uiPriority="9" w:qFormat="1"/>
    <w:lsdException w:name="heading 8" w:locked="1" w:semiHidden="0" w:unhideWhenUsed="0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Hyperlink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297"/>
    <w:pPr>
      <w:spacing w:after="200" w:line="276" w:lineRule="auto"/>
    </w:pPr>
    <w:rPr>
      <w:rFonts w:ascii="Georgia" w:hAnsi="Georgia"/>
      <w:sz w:val="24"/>
      <w:szCs w:val="22"/>
      <w:lang w:bidi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77D7"/>
    <w:pPr>
      <w:spacing w:before="480" w:after="0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877D7"/>
    <w:pPr>
      <w:spacing w:before="200" w:after="0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346F4F"/>
    <w:pPr>
      <w:spacing w:before="200" w:after="0" w:line="271" w:lineRule="auto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40297"/>
    <w:pPr>
      <w:spacing w:before="200" w:after="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locked/>
    <w:rsid w:val="00F40297"/>
    <w:pPr>
      <w:spacing w:before="200" w:after="0"/>
      <w:outlineLvl w:val="4"/>
    </w:pPr>
    <w:rPr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F40297"/>
    <w:pPr>
      <w:spacing w:after="0" w:line="271" w:lineRule="auto"/>
      <w:outlineLvl w:val="5"/>
    </w:pPr>
    <w:rPr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40297"/>
    <w:pPr>
      <w:spacing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F40297"/>
    <w:pPr>
      <w:spacing w:after="0"/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F40297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B877D7"/>
    <w:rPr>
      <w:rFonts w:ascii="Georgia" w:hAnsi="Georgia"/>
      <w:b/>
      <w:bCs/>
      <w:sz w:val="28"/>
      <w:szCs w:val="28"/>
      <w:lang w:bidi="en-US"/>
    </w:rPr>
  </w:style>
  <w:style w:type="character" w:customStyle="1" w:styleId="Heading2Char">
    <w:name w:val="Heading 2 Char"/>
    <w:link w:val="Heading2"/>
    <w:uiPriority w:val="9"/>
    <w:locked/>
    <w:rsid w:val="00B877D7"/>
    <w:rPr>
      <w:rFonts w:ascii="Georgia" w:hAnsi="Georgia"/>
      <w:b/>
      <w:bCs/>
      <w:sz w:val="26"/>
      <w:szCs w:val="26"/>
      <w:lang w:bidi="en-US"/>
    </w:rPr>
  </w:style>
  <w:style w:type="character" w:customStyle="1" w:styleId="Heading3Char">
    <w:name w:val="Heading 3 Char"/>
    <w:link w:val="Heading3"/>
    <w:uiPriority w:val="9"/>
    <w:locked/>
    <w:rsid w:val="00346F4F"/>
    <w:rPr>
      <w:rFonts w:ascii="Georgia" w:hAnsi="Georgia"/>
      <w:b/>
      <w:bCs/>
      <w:i/>
      <w:iCs/>
      <w:sz w:val="24"/>
      <w:szCs w:val="22"/>
      <w:lang w:bidi="en-US"/>
    </w:rPr>
  </w:style>
  <w:style w:type="character" w:customStyle="1" w:styleId="Heading4Char">
    <w:name w:val="Heading 4 Char"/>
    <w:link w:val="Heading4"/>
    <w:uiPriority w:val="9"/>
    <w:locked/>
    <w:rsid w:val="00F40297"/>
    <w:rPr>
      <w:rFonts w:ascii="Georgia" w:hAnsi="Georgia"/>
      <w:b/>
      <w:bCs/>
      <w:i/>
      <w:iCs/>
      <w:sz w:val="24"/>
      <w:szCs w:val="22"/>
      <w:lang w:bidi="en-US"/>
    </w:rPr>
  </w:style>
  <w:style w:type="character" w:customStyle="1" w:styleId="Heading5Char">
    <w:name w:val="Heading 5 Char"/>
    <w:link w:val="Heading5"/>
    <w:uiPriority w:val="9"/>
    <w:rsid w:val="00F40297"/>
    <w:rPr>
      <w:rFonts w:ascii="Georgia" w:hAnsi="Georgia"/>
      <w:b/>
      <w:bCs/>
      <w:color w:val="7F7F7F"/>
      <w:sz w:val="24"/>
      <w:szCs w:val="22"/>
      <w:lang w:bidi="en-US"/>
    </w:rPr>
  </w:style>
  <w:style w:type="character" w:customStyle="1" w:styleId="Heading6Char">
    <w:name w:val="Heading 6 Char"/>
    <w:link w:val="Heading6"/>
    <w:uiPriority w:val="9"/>
    <w:rsid w:val="00F40297"/>
    <w:rPr>
      <w:rFonts w:ascii="Georgia" w:hAnsi="Georgia"/>
      <w:b/>
      <w:bCs/>
      <w:i/>
      <w:iCs/>
      <w:color w:val="7F7F7F"/>
      <w:sz w:val="24"/>
      <w:szCs w:val="22"/>
      <w:lang w:bidi="en-US"/>
    </w:rPr>
  </w:style>
  <w:style w:type="character" w:customStyle="1" w:styleId="Heading8Char">
    <w:name w:val="Heading 8 Char"/>
    <w:link w:val="Heading8"/>
    <w:uiPriority w:val="99"/>
    <w:locked/>
    <w:rsid w:val="00F40297"/>
    <w:rPr>
      <w:rFonts w:ascii="Georgia" w:hAnsi="Georgia"/>
      <w:lang w:bidi="en-US"/>
    </w:rPr>
  </w:style>
  <w:style w:type="paragraph" w:styleId="Header">
    <w:name w:val="header"/>
    <w:basedOn w:val="Normal"/>
    <w:link w:val="HeaderChar"/>
    <w:uiPriority w:val="99"/>
    <w:rsid w:val="002455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986B15"/>
    <w:rPr>
      <w:rFonts w:ascii="Georgia" w:hAnsi="Georg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455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986B15"/>
    <w:rPr>
      <w:rFonts w:ascii="Georgia" w:hAnsi="Georgia" w:cs="Times New Roman"/>
      <w:sz w:val="24"/>
      <w:szCs w:val="24"/>
    </w:rPr>
  </w:style>
  <w:style w:type="character" w:styleId="PageNumber">
    <w:name w:val="page number"/>
    <w:uiPriority w:val="99"/>
    <w:rsid w:val="00245544"/>
    <w:rPr>
      <w:rFonts w:cs="Times New Roman"/>
    </w:rPr>
  </w:style>
  <w:style w:type="paragraph" w:styleId="NormalWeb">
    <w:name w:val="Normal (Web)"/>
    <w:basedOn w:val="Normal"/>
    <w:uiPriority w:val="99"/>
    <w:rsid w:val="00972071"/>
    <w:pPr>
      <w:spacing w:before="100" w:beforeAutospacing="1" w:after="115"/>
    </w:pPr>
  </w:style>
  <w:style w:type="table" w:styleId="TableGrid">
    <w:name w:val="Table Grid"/>
    <w:basedOn w:val="TableNormal"/>
    <w:uiPriority w:val="99"/>
    <w:rsid w:val="00622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8">
    <w:name w:val="Table List 8"/>
    <w:basedOn w:val="TableNormal"/>
    <w:uiPriority w:val="99"/>
    <w:rsid w:val="0097207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ext-body-indent">
    <w:name w:val="text-body-indent"/>
    <w:basedOn w:val="Normal"/>
    <w:uiPriority w:val="99"/>
    <w:rsid w:val="00236727"/>
    <w:pPr>
      <w:spacing w:before="100" w:beforeAutospacing="1" w:after="115"/>
      <w:ind w:left="288"/>
    </w:pPr>
    <w:rPr>
      <w:rFonts w:ascii="Times New Roman" w:hAnsi="Times New Roman"/>
    </w:rPr>
  </w:style>
  <w:style w:type="character" w:styleId="Hyperlink">
    <w:name w:val="Hyperlink"/>
    <w:uiPriority w:val="99"/>
    <w:qFormat/>
    <w:rsid w:val="00F40297"/>
    <w:rPr>
      <w:rFonts w:ascii="Georgia" w:hAnsi="Georgia" w:cs="Times New Roman"/>
      <w:color w:val="0000FF"/>
      <w:sz w:val="24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020970"/>
    <w:pPr>
      <w:shd w:val="clear" w:color="auto" w:fill="000080"/>
    </w:pPr>
    <w:rPr>
      <w:rFonts w:ascii="Arial" w:hAnsi="Arial" w:cs="Arial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D115C6"/>
    <w:rPr>
      <w:sz w:val="0"/>
      <w:szCs w:val="0"/>
    </w:rPr>
  </w:style>
  <w:style w:type="character" w:customStyle="1" w:styleId="Heading7Char">
    <w:name w:val="Heading 7 Char"/>
    <w:link w:val="Heading7"/>
    <w:uiPriority w:val="9"/>
    <w:semiHidden/>
    <w:rsid w:val="00F40297"/>
    <w:rPr>
      <w:rFonts w:ascii="Georgia" w:hAnsi="Georgia"/>
      <w:i/>
      <w:iCs/>
      <w:sz w:val="24"/>
      <w:szCs w:val="22"/>
      <w:lang w:bidi="en-US"/>
    </w:rPr>
  </w:style>
  <w:style w:type="character" w:customStyle="1" w:styleId="Heading9Char">
    <w:name w:val="Heading 9 Char"/>
    <w:link w:val="Heading9"/>
    <w:uiPriority w:val="9"/>
    <w:semiHidden/>
    <w:rsid w:val="00F40297"/>
    <w:rPr>
      <w:rFonts w:ascii="Georgia" w:hAnsi="Georgia"/>
      <w:i/>
      <w:iCs/>
      <w:spacing w:val="5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F40297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F40297"/>
    <w:rPr>
      <w:rFonts w:ascii="Georgia" w:hAnsi="Georgia"/>
      <w:spacing w:val="5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F40297"/>
    <w:pPr>
      <w:spacing w:after="600"/>
    </w:pPr>
    <w:rPr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F40297"/>
    <w:rPr>
      <w:rFonts w:ascii="Georgia" w:hAnsi="Georgia"/>
      <w:i/>
      <w:iCs/>
      <w:spacing w:val="13"/>
      <w:sz w:val="24"/>
      <w:szCs w:val="24"/>
      <w:lang w:bidi="en-US"/>
    </w:rPr>
  </w:style>
  <w:style w:type="character" w:styleId="Strong">
    <w:name w:val="Strong"/>
    <w:uiPriority w:val="22"/>
    <w:qFormat/>
    <w:locked/>
    <w:rsid w:val="00713FAC"/>
    <w:rPr>
      <w:b/>
      <w:bCs/>
    </w:rPr>
  </w:style>
  <w:style w:type="character" w:styleId="Emphasis">
    <w:name w:val="Emphasis"/>
    <w:uiPriority w:val="20"/>
    <w:qFormat/>
    <w:locked/>
    <w:rsid w:val="00713FA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713FA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13F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13FAC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713FA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FA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713FAC"/>
    <w:rPr>
      <w:b/>
      <w:bCs/>
      <w:i/>
      <w:iCs/>
    </w:rPr>
  </w:style>
  <w:style w:type="character" w:styleId="SubtleEmphasis">
    <w:name w:val="Subtle Emphasis"/>
    <w:uiPriority w:val="19"/>
    <w:qFormat/>
    <w:rsid w:val="00713FAC"/>
    <w:rPr>
      <w:i/>
      <w:iCs/>
    </w:rPr>
  </w:style>
  <w:style w:type="character" w:styleId="IntenseEmphasis">
    <w:name w:val="Intense Emphasis"/>
    <w:uiPriority w:val="21"/>
    <w:qFormat/>
    <w:rsid w:val="001719AB"/>
    <w:rPr>
      <w:b/>
      <w:bCs/>
      <w:i/>
      <w:iCs/>
      <w:color w:val="4F81BD"/>
      <w:sz w:val="24"/>
      <w:szCs w:val="24"/>
      <w:lang w:bidi="ar-SA"/>
    </w:rPr>
  </w:style>
  <w:style w:type="character" w:styleId="SubtleReference">
    <w:name w:val="Subtle Reference"/>
    <w:uiPriority w:val="31"/>
    <w:qFormat/>
    <w:rsid w:val="00713FAC"/>
    <w:rPr>
      <w:smallCaps/>
    </w:rPr>
  </w:style>
  <w:style w:type="character" w:styleId="IntenseReference">
    <w:name w:val="Intense Reference"/>
    <w:uiPriority w:val="32"/>
    <w:qFormat/>
    <w:rsid w:val="00713FAC"/>
    <w:rPr>
      <w:smallCaps/>
      <w:spacing w:val="5"/>
      <w:u w:val="single"/>
    </w:rPr>
  </w:style>
  <w:style w:type="character" w:styleId="BookTitle">
    <w:name w:val="Book Title"/>
    <w:uiPriority w:val="33"/>
    <w:qFormat/>
    <w:rsid w:val="00713FAC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FA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7b%7burl|leaf,external%7d%7d" TargetMode="External"/><Relationship Id="rId13" Type="http://schemas.openxmlformats.org/officeDocument/2006/relationships/hyperlink" Target="%7b%7burl|leaf,external%7d%7d" TargetMode="External"/><Relationship Id="rId18" Type="http://schemas.openxmlformats.org/officeDocument/2006/relationships/hyperlink" Target="%7b%7burl|leaf,external%7d%7d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://osvdb.org/show/osvdb/%7b%7b.|external,leaf%7d%7d" TargetMode="External"/><Relationship Id="rId7" Type="http://schemas.openxmlformats.org/officeDocument/2006/relationships/endnotes" Target="endnotes.xml"/><Relationship Id="rId12" Type="http://schemas.openxmlformats.org/officeDocument/2006/relationships/hyperlink" Target="%7b%7bancestor::host%2f%40id|leaf%7d%7d" TargetMode="External"/><Relationship Id="rId17" Type="http://schemas.openxmlformats.org/officeDocument/2006/relationships/hyperlink" Target="%7b%7bancestor::host%2f%40id|leaf%7d%7d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osvdb.org/show/osvdb/%7b%7b.|external,leaf%7d%7d" TargetMode="External"/><Relationship Id="rId20" Type="http://schemas.openxmlformats.org/officeDocument/2006/relationships/hyperlink" Target="http://www.securityfocus.com/bid/%7b%7b.|external.leaf%7d%7d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svdb.org/show/osvdb/%7b%7b.|external,leaf%7d%7d" TargetMode="External"/><Relationship Id="rId24" Type="http://schemas.openxmlformats.org/officeDocument/2006/relationships/hyperlink" Target="%7b%7b%40id|leaf%7d%7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ecurityfocus.com/bid/%7b%7b.|external.leaf%7d%7d" TargetMode="External"/><Relationship Id="rId23" Type="http://schemas.openxmlformats.org/officeDocument/2006/relationships/hyperlink" Target="%7b%7bmt:inputting(.)%2f%40id%7d%7d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ecurityfocus.com/bid/%7b%7b.|external.leaf%7d%7d" TargetMode="External"/><Relationship Id="rId19" Type="http://schemas.openxmlformats.org/officeDocument/2006/relationships/hyperlink" Target="http://cve.mitre.org/cgi-bin/cvename.cgi?name=%7b%7b.|external,leaf%7d%7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ve.mitre.org/cgi-bin/cvename.cgi?name=%7b%7b.|external,leaf%7d%7d" TargetMode="External"/><Relationship Id="rId14" Type="http://schemas.openxmlformats.org/officeDocument/2006/relationships/hyperlink" Target="http://cve.mitre.org/cgi-bin/cvename.cgi?name=%7b%7b.|external,leaf%7d%7d" TargetMode="External"/><Relationship Id="rId22" Type="http://schemas.openxmlformats.org/officeDocument/2006/relationships/hyperlink" Target="%7b%7bancestor::host%2f%40id|leaf%7d%7d" TargetMode="External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1569</TotalTime>
  <Pages>5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Findings and Recommendations</vt:lpstr>
    </vt:vector>
  </TitlesOfParts>
  <Company>Scanit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Findings and Recommendations</dc:title>
  <dc:subject/>
  <dc:creator>Scanit</dc:creator>
  <cp:keywords/>
  <dc:description/>
  <cp:lastModifiedBy>Windows User</cp:lastModifiedBy>
  <cp:revision>86</cp:revision>
  <cp:lastPrinted>2010-06-24T08:53:00Z</cp:lastPrinted>
  <dcterms:created xsi:type="dcterms:W3CDTF">2010-06-24T16:17:00Z</dcterms:created>
  <dcterms:modified xsi:type="dcterms:W3CDTF">2012-02-12T16:47:00Z</dcterms:modified>
</cp:coreProperties>
</file>