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15" w:rsidRDefault="00E90715" w:rsidP="00AD0C33">
      <w:pPr>
        <w:pStyle w:val="Heading3"/>
      </w:pPr>
    </w:p>
    <w:sectPr w:rsidR="00E90715" w:rsidSect="00594895">
      <w:headerReference w:type="default" r:id="rId7"/>
      <w:footerReference w:type="even" r:id="rId8"/>
      <w:footerReference w:type="default" r:id="rId9"/>
      <w:pgSz w:w="11909" w:h="16834" w:code="9"/>
      <w:pgMar w:top="1890" w:right="1289" w:bottom="1440" w:left="1440" w:header="0" w:footer="36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715" w:rsidRDefault="00E90715">
      <w:r>
        <w:separator/>
      </w:r>
    </w:p>
  </w:endnote>
  <w:endnote w:type="continuationSeparator" w:id="0">
    <w:p w:rsidR="00E90715" w:rsidRDefault="00E907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715" w:rsidRDefault="00E90715" w:rsidP="005948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90715" w:rsidRDefault="00E9071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715" w:rsidRDefault="00E90715" w:rsidP="0034675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E90715" w:rsidRDefault="00E90715" w:rsidP="00891C12">
    <w:pPr>
      <w:pStyle w:val="Footer"/>
      <w:jc w:val="center"/>
    </w:pPr>
    <w:r>
      <w:rPr>
        <w:noProof/>
      </w:rPr>
      <w:pict>
        <v:line id="_x0000_s2050" style="position:absolute;left:0;text-align:left;z-index:251662336" from="0,.05pt" to="459pt,.05pt"/>
      </w:pict>
    </w:r>
  </w:p>
  <w:p w:rsidR="00E90715" w:rsidRPr="00891C12" w:rsidRDefault="00E90715" w:rsidP="00891C12">
    <w:pPr>
      <w:pStyle w:val="Footer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715" w:rsidRDefault="00E90715">
      <w:r>
        <w:separator/>
      </w:r>
    </w:p>
  </w:footnote>
  <w:footnote w:type="continuationSeparator" w:id="0">
    <w:p w:rsidR="00E90715" w:rsidRDefault="00E907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0715" w:rsidRPr="00245544" w:rsidRDefault="00E90715" w:rsidP="00594895">
    <w:pPr>
      <w:pStyle w:val="Header"/>
      <w:tabs>
        <w:tab w:val="left" w:pos="6120"/>
      </w:tabs>
      <w:jc w:val="center"/>
    </w:pPr>
    <w:r>
      <w:rPr>
        <w:noProof/>
      </w:rPr>
      <w:pict>
        <v:line id="_x0000_s2049" style="position:absolute;left:0;text-align:left;z-index:251660288" from="0,86.05pt" to="459pt,86.05pt"/>
      </w:pict>
    </w:r>
    <w:r w:rsidRPr="00891C12">
      <w:t>Project Name</w:t>
    </w:r>
    <w:r>
      <w:tab/>
    </w: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3.75pt;height:75pt">
          <v:imagedata r:id="rId1" o:title=""/>
        </v:shape>
      </w:pict>
    </w:r>
    <w:r>
      <w:tab/>
    </w:r>
    <w:r w:rsidRPr="00891C12">
      <w:t>Security Assessment Report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D040DD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">
    <w:nsid w:val="FFFFFF7D"/>
    <w:multiLevelType w:val="singleLevel"/>
    <w:tmpl w:val="3DE4ACE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">
    <w:nsid w:val="FFFFFF7E"/>
    <w:multiLevelType w:val="singleLevel"/>
    <w:tmpl w:val="6F48B2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3">
    <w:nsid w:val="FFFFFF7F"/>
    <w:multiLevelType w:val="singleLevel"/>
    <w:tmpl w:val="48C03D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>
    <w:nsid w:val="FFFFFF80"/>
    <w:multiLevelType w:val="singleLevel"/>
    <w:tmpl w:val="2E389FA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91234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C6887F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2D44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9B456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DFA29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8"/>
  </w:num>
  <w:num w:numId="7">
    <w:abstractNumId w:val="4"/>
  </w:num>
  <w:num w:numId="8">
    <w:abstractNumId w:val="5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stylePaneFormatFilter w:val="0004"/>
  <w:defaultTabStop w:val="72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544"/>
    <w:rsid w:val="001479A7"/>
    <w:rsid w:val="00245544"/>
    <w:rsid w:val="00346752"/>
    <w:rsid w:val="0039513B"/>
    <w:rsid w:val="004B1009"/>
    <w:rsid w:val="004F4B83"/>
    <w:rsid w:val="00525642"/>
    <w:rsid w:val="00594895"/>
    <w:rsid w:val="00622C92"/>
    <w:rsid w:val="006852D6"/>
    <w:rsid w:val="00715940"/>
    <w:rsid w:val="00791052"/>
    <w:rsid w:val="007F0120"/>
    <w:rsid w:val="00891C12"/>
    <w:rsid w:val="00972071"/>
    <w:rsid w:val="00986B15"/>
    <w:rsid w:val="009A7DB4"/>
    <w:rsid w:val="009D4184"/>
    <w:rsid w:val="009F2796"/>
    <w:rsid w:val="00AD0C33"/>
    <w:rsid w:val="00BD08B3"/>
    <w:rsid w:val="00BE2C7E"/>
    <w:rsid w:val="00CB3C8C"/>
    <w:rsid w:val="00E90715"/>
    <w:rsid w:val="00F34118"/>
    <w:rsid w:val="00F979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C92"/>
    <w:rPr>
      <w:rFonts w:ascii="Georgia" w:hAnsi="Georgia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2C9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2C92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2C92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2C9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2C92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86B1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986B1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86B1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86B15"/>
    <w:rPr>
      <w:rFonts w:ascii="Calibri" w:hAnsi="Calibri" w:cs="Times New Roman"/>
      <w:b/>
      <w:bCs/>
      <w:sz w:val="28"/>
      <w:szCs w:val="28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986B15"/>
    <w:rPr>
      <w:rFonts w:ascii="Calibri" w:hAnsi="Calibri" w:cs="Times New Roman"/>
      <w:i/>
      <w:iCs/>
      <w:sz w:val="24"/>
      <w:szCs w:val="24"/>
    </w:rPr>
  </w:style>
  <w:style w:type="paragraph" w:styleId="Header">
    <w:name w:val="header"/>
    <w:basedOn w:val="Normal"/>
    <w:link w:val="Head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554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86B15"/>
    <w:rPr>
      <w:rFonts w:ascii="Georgia" w:hAnsi="Georgia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45544"/>
    <w:rPr>
      <w:rFonts w:cs="Times New Roman"/>
    </w:rPr>
  </w:style>
  <w:style w:type="paragraph" w:styleId="NormalWeb">
    <w:name w:val="Normal (Web)"/>
    <w:basedOn w:val="Normal"/>
    <w:uiPriority w:val="99"/>
    <w:rsid w:val="00972071"/>
    <w:pPr>
      <w:spacing w:before="100" w:beforeAutospacing="1" w:after="115"/>
    </w:pPr>
  </w:style>
  <w:style w:type="table" w:styleId="TableGrid">
    <w:name w:val="Table Grid"/>
    <w:basedOn w:val="TableNormal"/>
    <w:uiPriority w:val="99"/>
    <w:rsid w:val="00622C92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List8">
    <w:name w:val="Table List 8"/>
    <w:basedOn w:val="TableNormal"/>
    <w:uiPriority w:val="99"/>
    <w:rsid w:val="00972071"/>
    <w:rPr>
      <w:sz w:val="20"/>
      <w:szCs w:val="20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82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82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1194</TotalTime>
  <Pages>1</Pages>
  <Words>0</Words>
  <Characters>0</Characters>
  <Application>Microsoft Office Outlook</Application>
  <DocSecurity>0</DocSecurity>
  <Lines>0</Lines>
  <Paragraphs>0</Paragraphs>
  <ScaleCrop>false</ScaleCrop>
  <Company>Scanit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Scanit</dc:creator>
  <cp:keywords/>
  <dc:description/>
  <cp:lastModifiedBy>Scanit</cp:lastModifiedBy>
  <cp:revision>14</cp:revision>
  <cp:lastPrinted>2010-06-24T08:53:00Z</cp:lastPrinted>
  <dcterms:created xsi:type="dcterms:W3CDTF">2010-06-23T13:24:00Z</dcterms:created>
  <dcterms:modified xsi:type="dcterms:W3CDTF">2010-06-24T14:59:00Z</dcterms:modified>
</cp:coreProperties>
</file>