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AC" w:rsidRDefault="00CF63AC" w:rsidP="00145FD5">
      <w:pPr>
        <w:pStyle w:val="Heading1"/>
      </w:pPr>
      <w:r>
        <w:t>Test Details</w:t>
      </w:r>
    </w:p>
    <w:p w:rsidR="00CF63AC" w:rsidRDefault="00CF63AC" w:rsidP="00145FD5">
      <w:pPr>
        <w:rPr>
          <w:rFonts w:ascii="Times New Roman" w:hAnsi="Times New Roman"/>
        </w:rPr>
      </w:pPr>
      <w:r>
        <w:t>The listings below show the commands and their output executed during the test. Where necessary some of the output was skipped for brevity.</w:t>
      </w:r>
    </w:p>
    <w:p w:rsidR="00CF63AC" w:rsidRPr="00145FD5" w:rsidRDefault="00CF63AC" w:rsidP="00145FD5">
      <w:pPr>
        <w:pStyle w:val="Heading9"/>
        <w:rPr>
          <w:rFonts w:ascii="Courier New" w:hAnsi="Courier New" w:cs="Courier New"/>
          <w:sz w:val="20"/>
          <w:szCs w:val="20"/>
        </w:rPr>
      </w:pPr>
      <w:r w:rsidRPr="00145FD5">
        <w:rPr>
          <w:rFonts w:ascii="Courier New" w:hAnsi="Courier New" w:cs="Courier New"/>
          <w:sz w:val="20"/>
          <w:szCs w:val="20"/>
        </w:rPr>
        <w:t>{{//task[@state='FINISHED']|hidden}}</w:t>
      </w:r>
      <w:r w:rsidRPr="00145FD5">
        <w:rPr>
          <w:rFonts w:ascii="Courier New" w:hAnsi="Courier New" w:cs="Courier New"/>
          <w:b/>
          <w:bCs/>
          <w:sz w:val="20"/>
          <w:szCs w:val="20"/>
        </w:rPr>
        <w:t xml:space="preserve">Started: {{./@startTime|leaf}} </w:t>
      </w:r>
    </w:p>
    <w:p w:rsidR="00CF63AC" w:rsidRPr="006728E2" w:rsidRDefault="00CF63AC" w:rsidP="00C57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ourier New" w:hAnsi="Courier New" w:cs="Courier New"/>
          <w:sz w:val="20"/>
          <w:szCs w:val="20"/>
        </w:rPr>
      </w:pPr>
      <w:r w:rsidRPr="006728E2">
        <w:rPr>
          <w:rFonts w:ascii="Courier New" w:hAnsi="Courier New" w:cs="Courier New"/>
          <w:sz w:val="20"/>
          <w:szCs w:val="20"/>
        </w:rPr>
        <w:t>{{mt:taskscreenlogbrief(.)}}</w:t>
      </w:r>
    </w:p>
    <w:p w:rsidR="00CF63AC" w:rsidRPr="00145FD5" w:rsidRDefault="00CF63AC" w:rsidP="00145FD5">
      <w:pPr>
        <w:rPr>
          <w:rFonts w:ascii="Courier New" w:hAnsi="Courier New" w:cs="Courier New"/>
          <w:b/>
          <w:sz w:val="20"/>
          <w:szCs w:val="20"/>
        </w:rPr>
      </w:pPr>
      <w:r w:rsidRPr="00145FD5">
        <w:rPr>
          <w:rFonts w:ascii="Courier New" w:hAnsi="Courier New" w:cs="Courier New"/>
          <w:b/>
          <w:sz w:val="20"/>
          <w:szCs w:val="20"/>
        </w:rPr>
        <w:t>Finished: {{./@endTime|leaf}}</w:t>
      </w:r>
    </w:p>
    <w:p w:rsidR="00CF63AC" w:rsidRDefault="00CF63AC" w:rsidP="00AD0C33">
      <w:pPr>
        <w:pStyle w:val="Heading3"/>
      </w:pPr>
      <w:bookmarkStart w:id="0" w:name="DDE_LINK10"/>
      <w:bookmarkStart w:id="1" w:name="DDE_LINK5"/>
      <w:bookmarkEnd w:id="0"/>
      <w:bookmarkEnd w:id="1"/>
      <w:r>
        <w:rPr>
          <w:noProof/>
        </w:rPr>
        <w:pict>
          <v:line id="_x0000_s1028" style="position:absolute;z-index:251658240" from="0,702pt" to="459pt,702pt"/>
        </w:pict>
      </w:r>
    </w:p>
    <w:sectPr w:rsidR="00CF63AC" w:rsidSect="00C14698">
      <w:headerReference w:type="default" r:id="rId7"/>
      <w:footerReference w:type="even" r:id="rId8"/>
      <w:footerReference w:type="default" r:id="rId9"/>
      <w:pgSz w:w="11909" w:h="16834" w:code="9"/>
      <w:pgMar w:top="1987" w:right="1289" w:bottom="1440" w:left="1440" w:header="18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3AC" w:rsidRDefault="00CF63AC">
      <w:r>
        <w:separator/>
      </w:r>
    </w:p>
  </w:endnote>
  <w:endnote w:type="continuationSeparator" w:id="0">
    <w:p w:rsidR="00CF63AC" w:rsidRDefault="00CF6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AC" w:rsidRDefault="00CF63AC" w:rsidP="007910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3AC" w:rsidRDefault="00CF63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AC" w:rsidRDefault="00CF63AC" w:rsidP="007910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F63AC" w:rsidRPr="00891C12" w:rsidRDefault="00CF63AC" w:rsidP="00891C12">
    <w:pPr>
      <w:pStyle w:val="Footer"/>
      <w:jc w:val="center"/>
    </w:pPr>
    <w:r>
      <w:rPr>
        <w:noProof/>
      </w:rPr>
      <w:pict>
        <v:line id="_x0000_s2050" style="position:absolute;left:0;text-align:left;z-index:251662336" from="0,.3pt" to="459pt,.3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3AC" w:rsidRDefault="00CF63AC">
      <w:r>
        <w:separator/>
      </w:r>
    </w:p>
  </w:footnote>
  <w:footnote w:type="continuationSeparator" w:id="0">
    <w:p w:rsidR="00CF63AC" w:rsidRDefault="00CF63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AC" w:rsidRPr="00245544" w:rsidRDefault="00CF63AC" w:rsidP="001479A7">
    <w:pPr>
      <w:pStyle w:val="Header"/>
      <w:tabs>
        <w:tab w:val="left" w:pos="6120"/>
      </w:tabs>
    </w:pPr>
    <w:r>
      <w:rPr>
        <w:noProof/>
      </w:rPr>
      <w:pict>
        <v:line id="_x0000_s2049" style="position:absolute;z-index:251660288" from="0,72.35pt" to="459pt,72.35pt"/>
      </w:pict>
    </w:r>
    <w:r w:rsidRPr="00891C12">
      <w:t>Project Name</w:t>
    </w:r>
    <w:r>
      <w:tab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5.5pt;height:66pt">
          <v:imagedata r:id="rId1" o:title=""/>
        </v:shape>
      </w:pict>
    </w:r>
    <w:r>
      <w:tab/>
    </w:r>
    <w:r w:rsidRPr="00891C12">
      <w:t>Security Assessment Report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72AE2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B3428D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235031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FD66F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C7A6E3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B06A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FAC1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20C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85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1EC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0004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544"/>
    <w:rsid w:val="00145FD5"/>
    <w:rsid w:val="001479A7"/>
    <w:rsid w:val="001D0C39"/>
    <w:rsid w:val="00245544"/>
    <w:rsid w:val="002866D6"/>
    <w:rsid w:val="0039513B"/>
    <w:rsid w:val="004B1009"/>
    <w:rsid w:val="004F4B83"/>
    <w:rsid w:val="00525642"/>
    <w:rsid w:val="00622C92"/>
    <w:rsid w:val="006728E2"/>
    <w:rsid w:val="006852D6"/>
    <w:rsid w:val="00715940"/>
    <w:rsid w:val="00791052"/>
    <w:rsid w:val="007F0120"/>
    <w:rsid w:val="00891C12"/>
    <w:rsid w:val="00972071"/>
    <w:rsid w:val="009A7DB4"/>
    <w:rsid w:val="009D4184"/>
    <w:rsid w:val="009F2796"/>
    <w:rsid w:val="00AD0C33"/>
    <w:rsid w:val="00AE5390"/>
    <w:rsid w:val="00BD08B3"/>
    <w:rsid w:val="00BE2C7E"/>
    <w:rsid w:val="00C14698"/>
    <w:rsid w:val="00C57450"/>
    <w:rsid w:val="00CB3C8C"/>
    <w:rsid w:val="00CF6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92"/>
    <w:rPr>
      <w:rFonts w:ascii="Georgia" w:hAnsi="Georg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2C9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2C9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2C9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2C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2C9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145F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01DB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Georgia" w:hAnsi="Georg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Georgia" w:hAnsi="Georgi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45544"/>
    <w:rPr>
      <w:rFonts w:cs="Times New Roman"/>
    </w:rPr>
  </w:style>
  <w:style w:type="paragraph" w:styleId="NormalWeb">
    <w:name w:val="Normal (Web)"/>
    <w:basedOn w:val="Normal"/>
    <w:uiPriority w:val="99"/>
    <w:rsid w:val="00972071"/>
    <w:pPr>
      <w:spacing w:before="100" w:beforeAutospacing="1" w:after="115"/>
    </w:pPr>
  </w:style>
  <w:style w:type="table" w:styleId="TableGrid">
    <w:name w:val="Table Grid"/>
    <w:basedOn w:val="TableNormal"/>
    <w:uiPriority w:val="99"/>
    <w:rsid w:val="00622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uiPriority w:val="99"/>
    <w:rsid w:val="00972071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western">
    <w:name w:val="western"/>
    <w:basedOn w:val="Normal"/>
    <w:uiPriority w:val="99"/>
    <w:rsid w:val="00145FD5"/>
    <w:pPr>
      <w:spacing w:before="100" w:beforeAutospacing="1" w:after="115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7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42</Words>
  <Characters>240</Characters>
  <Application>Microsoft Office Outlook</Application>
  <DocSecurity>0</DocSecurity>
  <Lines>0</Lines>
  <Paragraphs>0</Paragraphs>
  <ScaleCrop>false</ScaleCrop>
  <Company>Scanit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Scanit</dc:creator>
  <cp:keywords/>
  <dc:description/>
  <cp:lastModifiedBy>Scanit</cp:lastModifiedBy>
  <cp:revision>7</cp:revision>
  <cp:lastPrinted>2010-06-24T08:53:00Z</cp:lastPrinted>
  <dcterms:created xsi:type="dcterms:W3CDTF">2010-06-24T14:45:00Z</dcterms:created>
  <dcterms:modified xsi:type="dcterms:W3CDTF">2010-06-24T15:45:00Z</dcterms:modified>
</cp:coreProperties>
</file>