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4D" w:rsidRPr="001E4D4D" w:rsidRDefault="001E4D4D" w:rsidP="001E4D4D">
      <w:pPr>
        <w:rPr>
          <w:rFonts w:ascii="Courier New" w:hAnsi="Courier New" w:cs="Courier New"/>
          <w:b/>
          <w:sz w:val="20"/>
          <w:szCs w:val="20"/>
        </w:rPr>
      </w:pPr>
      <w:r w:rsidRPr="001E4D4D">
        <w:rPr>
          <w:rFonts w:ascii="Courier New" w:hAnsi="Courier New" w:cs="Courier New"/>
          <w:b/>
          <w:sz w:val="20"/>
          <w:szCs w:val="20"/>
        </w:rPr>
        <w:t>{{@command}}</w:t>
      </w:r>
    </w:p>
    <w:p w:rsidR="001E4D4D" w:rsidRPr="001E4D4D" w:rsidRDefault="001E4D4D" w:rsidP="001E4D4D">
      <w:pPr>
        <w:rPr>
          <w:rFonts w:ascii="Courier New" w:hAnsi="Courier New" w:cs="Courier New"/>
          <w:b/>
          <w:sz w:val="16"/>
          <w:szCs w:val="16"/>
        </w:rPr>
      </w:pPr>
      <w:r w:rsidRPr="001E4D4D">
        <w:rPr>
          <w:rFonts w:ascii="Courier New" w:hAnsi="Courier New" w:cs="Courier New"/>
          <w:b/>
          <w:sz w:val="16"/>
          <w:szCs w:val="16"/>
        </w:rPr>
        <w:t>(Started: {{./@startTime|leaf}}; Finished: {{./@endTime|leaf}})</w:t>
      </w:r>
    </w:p>
    <w:p w:rsidR="00704A45" w:rsidRPr="001E4D4D" w:rsidRDefault="001E4D4D" w:rsidP="001E4D4D">
      <w:pPr>
        <w:rPr>
          <w:rFonts w:ascii="Courier New" w:hAnsi="Courier New" w:cs="Courier New"/>
          <w:sz w:val="20"/>
          <w:szCs w:val="20"/>
        </w:rPr>
      </w:pPr>
      <w:r w:rsidRPr="001E4D4D">
        <w:rPr>
          <w:rFonts w:ascii="Courier New" w:hAnsi="Courier New" w:cs="Courier New"/>
          <w:sz w:val="20"/>
          <w:szCs w:val="20"/>
        </w:rPr>
        <w:t>{{mt:taskscreenlog(.)}}</w:t>
      </w:r>
    </w:p>
    <w:sectPr w:rsidR="00704A45" w:rsidRPr="001E4D4D" w:rsidSect="001E4D4D">
      <w:pgSz w:w="12240" w:h="15840"/>
      <w:pgMar w:top="1134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4D4D"/>
    <w:rsid w:val="001E4D4D"/>
    <w:rsid w:val="0070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uiPriority w:val="99"/>
    <w:rsid w:val="001E4D4D"/>
    <w:pPr>
      <w:autoSpaceDE w:val="0"/>
      <w:autoSpaceDN w:val="0"/>
      <w:adjustRightInd w:val="0"/>
      <w:spacing w:after="12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Bezroutchko</dc:creator>
  <cp:keywords/>
  <dc:description/>
  <cp:lastModifiedBy>Alla Bezroutchko</cp:lastModifiedBy>
  <cp:revision>1</cp:revision>
  <dcterms:created xsi:type="dcterms:W3CDTF">2011-09-06T09:15:00Z</dcterms:created>
  <dcterms:modified xsi:type="dcterms:W3CDTF">2011-09-06T09:19:00Z</dcterms:modified>
</cp:coreProperties>
</file>